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/>
          <w:b/>
          <w:bCs/>
          <w:iCs/>
          <w:caps w:val="0"/>
          <w:noProof/>
          <w:color w:val="auto"/>
          <w:spacing w:val="0"/>
          <w:kern w:val="0"/>
          <w:sz w:val="20"/>
          <w:szCs w:val="20"/>
          <w:lang w:val="de-AT" w:eastAsia="de-AT"/>
          <w14:ligatures w14:val="none"/>
        </w:rPr>
        <w:id w:val="1949882721"/>
        <w:docPartObj>
          <w:docPartGallery w:val="Cover Pages"/>
          <w:docPartUnique/>
        </w:docPartObj>
      </w:sdtPr>
      <w:sdtEndPr>
        <w:rPr>
          <w:b w:val="0"/>
          <w:bCs w:val="0"/>
          <w:iCs w:val="0"/>
          <w:noProof w:val="0"/>
          <w:lang w:eastAsia="en-US"/>
        </w:rPr>
      </w:sdtEndPr>
      <w:sdtContent>
        <w:p w:rsidR="008D7A32" w:rsidRDefault="008D7A32" w:rsidP="00C25513">
          <w:pPr>
            <w:pStyle w:val="CE-MEGA"/>
            <w:rPr>
              <w:rFonts w:ascii="Times New Roman" w:hAnsi="Times New Roman"/>
              <w:caps w:val="0"/>
              <w:color w:val="auto"/>
              <w:spacing w:val="0"/>
              <w:kern w:val="0"/>
              <w:sz w:val="20"/>
              <w:szCs w:val="20"/>
              <w:lang w:val="de-AT"/>
              <w14:ligatures w14:val="none"/>
            </w:rPr>
          </w:pPr>
        </w:p>
        <w:p w:rsidR="000E4C08" w:rsidRDefault="007412A2" w:rsidP="00840BB7">
          <w:pPr>
            <w:pStyle w:val="CE-MEGA"/>
          </w:pPr>
          <w:r>
            <w:t>template</w:t>
          </w:r>
        </w:p>
        <w:p w:rsidR="000E4C08" w:rsidRDefault="000E4C08" w:rsidP="00D41EE5">
          <w:pPr>
            <w:pStyle w:val="CE-Head2"/>
            <w:rPr>
              <w:lang w:val="en-GB"/>
            </w:rPr>
          </w:pPr>
          <w:r>
            <w:rPr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8B37DCF" wp14:editId="48EE6E07">
                    <wp:simplePos x="0" y="0"/>
                    <wp:positionH relativeFrom="column">
                      <wp:posOffset>3837940</wp:posOffset>
                    </wp:positionH>
                    <wp:positionV relativeFrom="paragraph">
                      <wp:posOffset>265430</wp:posOffset>
                    </wp:positionV>
                    <wp:extent cx="2402670" cy="602165"/>
                    <wp:effectExtent l="0" t="0" r="0" b="7620"/>
                    <wp:wrapNone/>
                    <wp:docPr id="6" name="Textfeld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2402670" cy="602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E4C08" w:rsidRPr="00182A8F" w:rsidRDefault="000E4C08" w:rsidP="001A6A77">
                                <w:pPr>
                                  <w:pStyle w:val="CE-Head2"/>
                                  <w:jc w:val="right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182A8F">
                                  <w:rPr>
                                    <w:sz w:val="32"/>
                                    <w:szCs w:val="32"/>
                                  </w:rPr>
                                  <w:t>Version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8B37DCF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" o:spid="_x0000_s1026" type="#_x0000_t202" style="position:absolute;left:0;text-align:left;margin-left:302.2pt;margin-top:20.9pt;width:189.2pt;height:47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" filled="f" stroked="f" strokeweight=".5pt">
                    <v:textbox>
                      <w:txbxContent>
                        <w:p w:rsidR="000E4C08" w:rsidRPr="00182A8F" w:rsidRDefault="000E4C08" w:rsidP="001A6A77">
                          <w:pPr>
                            <w:pStyle w:val="CE-Head2"/>
                            <w:jc w:val="right"/>
                            <w:rPr>
                              <w:sz w:val="32"/>
                              <w:szCs w:val="32"/>
                            </w:rPr>
                          </w:pPr>
                          <w:r w:rsidRPr="00182A8F">
                            <w:rPr>
                              <w:sz w:val="32"/>
                              <w:szCs w:val="32"/>
                            </w:rPr>
                            <w:t>Version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DFFD7BC" wp14:editId="5B04354A">
                    <wp:simplePos x="0" y="0"/>
                    <wp:positionH relativeFrom="column">
                      <wp:posOffset>25400</wp:posOffset>
                    </wp:positionH>
                    <wp:positionV relativeFrom="paragraph">
                      <wp:posOffset>172226</wp:posOffset>
                    </wp:positionV>
                    <wp:extent cx="5926455" cy="0"/>
                    <wp:effectExtent l="0" t="0" r="36195" b="19050"/>
                    <wp:wrapNone/>
                    <wp:docPr id="3" name="Gerade Verbindung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0DCC6545" id="Gerade Verbindung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pt,13.55pt" to="468.6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" strokecolor="#7e93a5 [3214]" strokeweight="1.5pt">
                    <v:stroke endcap="round"/>
                  </v:line>
                </w:pict>
              </mc:Fallback>
            </mc:AlternateContent>
          </w:r>
        </w:p>
        <w:p w:rsidR="000E4C08" w:rsidRPr="003844EE" w:rsidRDefault="007739D3" w:rsidP="001A6A77">
          <w:pPr>
            <w:pStyle w:val="CE-Head1"/>
            <w:rPr>
              <w:lang w:val="en-GB"/>
            </w:rPr>
          </w:pPr>
          <w:r w:rsidRPr="007412A2">
            <w:rPr>
              <w:lang w:val="en-GB"/>
            </w:rPr>
            <w:t xml:space="preserve">Investment </w:t>
          </w:r>
          <w:r w:rsidR="007412A2" w:rsidRPr="007412A2">
            <w:rPr>
              <w:lang w:val="en-GB"/>
            </w:rPr>
            <w:t>report</w:t>
          </w:r>
        </w:p>
        <w:p w:rsidR="00156013" w:rsidRDefault="000E4C08" w:rsidP="00156013">
          <w:pPr>
            <w:spacing w:before="0" w:line="240" w:lineRule="auto"/>
            <w:ind w:left="0" w:right="0"/>
            <w:jc w:val="left"/>
            <w:rPr>
              <w:lang w:val="en-GB"/>
            </w:rPr>
          </w:pPr>
          <w:r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B7D4A99" wp14:editId="20A3ACF2">
                    <wp:simplePos x="0" y="0"/>
                    <wp:positionH relativeFrom="column">
                      <wp:posOffset>19685</wp:posOffset>
                    </wp:positionH>
                    <wp:positionV relativeFrom="paragraph">
                      <wp:posOffset>62865</wp:posOffset>
                    </wp:positionV>
                    <wp:extent cx="5926455" cy="0"/>
                    <wp:effectExtent l="0" t="0" r="36195" b="19050"/>
                    <wp:wrapNone/>
                    <wp:docPr id="4" name="Gerade Verbindung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823CC22" id="Gerade Verbindung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55pt,4.95pt" to="468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" strokecolor="#7e93a5 [3214]" strokeweight="1.5pt">
                    <v:stroke endcap="round"/>
                  </v:line>
                </w:pict>
              </mc:Fallback>
            </mc:AlternateContent>
          </w:r>
        </w:p>
        <w:p w:rsidR="007412A2" w:rsidRPr="007412A2" w:rsidRDefault="007412A2" w:rsidP="007412A2">
          <w:pPr>
            <w:pStyle w:val="CE-Head1"/>
          </w:pPr>
          <w:r w:rsidRPr="007412A2">
            <w:rPr>
              <w:highlight w:val="yellow"/>
            </w:rPr>
            <w:t>Investment number and title</w:t>
          </w:r>
        </w:p>
        <w:p w:rsidR="00156013" w:rsidRPr="00156013" w:rsidRDefault="007412A2" w:rsidP="00156013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bookmarkStart w:id="0" w:name="_GoBack" w:displacedByCustomXml="next"/>
        <w:bookmarkEnd w:id="0" w:displacedByCustomXml="next"/>
      </w:sdtContent>
    </w:sdt>
    <w:tbl>
      <w:tblPr>
        <w:tblStyle w:val="CE-Table2"/>
        <w:tblW w:w="9498" w:type="dxa"/>
        <w:tblInd w:w="108" w:type="dxa"/>
        <w:tblLook w:val="0480" w:firstRow="0" w:lastRow="0" w:firstColumn="1" w:lastColumn="0" w:noHBand="0" w:noVBand="1"/>
      </w:tblPr>
      <w:tblGrid>
        <w:gridCol w:w="3402"/>
        <w:gridCol w:w="6096"/>
      </w:tblGrid>
      <w:tr w:rsidR="00156013" w:rsidRPr="007412A2" w:rsidTr="0074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63858D" w:themeFill="accent2" w:themeFillShade="BF"/>
          </w:tcPr>
          <w:p w:rsidR="00156013" w:rsidRPr="00156013" w:rsidRDefault="00156013" w:rsidP="00156013">
            <w:pPr>
              <w:pStyle w:val="CE-TableHead"/>
              <w:jc w:val="left"/>
              <w:rPr>
                <w:sz w:val="22"/>
                <w:lang w:val="en-GB"/>
              </w:rPr>
            </w:pPr>
            <w:r w:rsidRPr="00156013">
              <w:rPr>
                <w:sz w:val="22"/>
                <w:lang w:val="en-GB"/>
              </w:rPr>
              <w:t>Project index number and acronym</w:t>
            </w:r>
          </w:p>
        </w:tc>
        <w:tc>
          <w:tcPr>
            <w:tcW w:w="6096" w:type="dxa"/>
          </w:tcPr>
          <w:p w:rsidR="00156013" w:rsidRPr="00805D51" w:rsidRDefault="00156013" w:rsidP="00ED5E76">
            <w:pPr>
              <w:pStyle w:val="CE-StandardTex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6013" w:rsidRPr="007412A2" w:rsidTr="0074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63858D" w:themeFill="accent2" w:themeFillShade="BF"/>
          </w:tcPr>
          <w:p w:rsidR="00156013" w:rsidRPr="00805D51" w:rsidRDefault="00156013" w:rsidP="005B3CE0">
            <w:pPr>
              <w:pStyle w:val="CE-TableStandardWhite"/>
            </w:pPr>
            <w:r w:rsidRPr="00156013">
              <w:rPr>
                <w:rFonts w:eastAsiaTheme="minorHAnsi" w:cstheme="minorBidi"/>
                <w:b/>
                <w:bCs/>
                <w:iCs/>
                <w:noProof/>
                <w:sz w:val="22"/>
                <w:szCs w:val="24"/>
                <w:lang w:val="en-GB" w:eastAsia="de-AT"/>
              </w:rPr>
              <w:t>Responsible partner (PP name and number)</w:t>
            </w:r>
          </w:p>
        </w:tc>
        <w:tc>
          <w:tcPr>
            <w:tcW w:w="6096" w:type="dxa"/>
          </w:tcPr>
          <w:p w:rsidR="00156013" w:rsidRPr="00805D51" w:rsidRDefault="00156013" w:rsidP="005B3CE0">
            <w:pPr>
              <w:pStyle w:val="CE-Table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39D3" w:rsidRPr="007412A2" w:rsidTr="0074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63858D" w:themeFill="accent2" w:themeFillShade="BF"/>
          </w:tcPr>
          <w:p w:rsidR="007739D3" w:rsidRDefault="007739D3" w:rsidP="005B3CE0">
            <w:pPr>
              <w:pStyle w:val="CE-TableStandardWhite"/>
              <w:rPr>
                <w:rFonts w:eastAsiaTheme="minorHAnsi" w:cstheme="minorBidi"/>
                <w:b/>
                <w:bCs/>
                <w:iCs/>
                <w:noProof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b/>
                <w:bCs/>
                <w:iCs/>
                <w:noProof/>
                <w:sz w:val="22"/>
                <w:szCs w:val="24"/>
                <w:lang w:val="en-GB" w:eastAsia="de-AT"/>
              </w:rPr>
              <w:t>Linked to pilot action (number and title)</w:t>
            </w:r>
          </w:p>
        </w:tc>
        <w:tc>
          <w:tcPr>
            <w:tcW w:w="6096" w:type="dxa"/>
          </w:tcPr>
          <w:p w:rsidR="007739D3" w:rsidRPr="00805D51" w:rsidRDefault="007739D3" w:rsidP="005B3CE0">
            <w:pPr>
              <w:pStyle w:val="CE-Table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9113D" w:rsidRPr="00156013" w:rsidTr="0074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63858D" w:themeFill="accent2" w:themeFillShade="BF"/>
          </w:tcPr>
          <w:p w:rsidR="00D9113D" w:rsidRDefault="00D9113D" w:rsidP="005B3CE0">
            <w:pPr>
              <w:pStyle w:val="CE-TableStandardWhite"/>
              <w:rPr>
                <w:rFonts w:eastAsiaTheme="minorHAnsi" w:cstheme="minorBidi"/>
                <w:b/>
                <w:bCs/>
                <w:iCs/>
                <w:noProof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b/>
                <w:bCs/>
                <w:iCs/>
                <w:noProof/>
                <w:sz w:val="22"/>
                <w:szCs w:val="24"/>
                <w:lang w:val="en-GB" w:eastAsia="de-AT"/>
              </w:rPr>
              <w:t>Project website</w:t>
            </w:r>
          </w:p>
        </w:tc>
        <w:tc>
          <w:tcPr>
            <w:tcW w:w="6096" w:type="dxa"/>
          </w:tcPr>
          <w:p w:rsidR="00D9113D" w:rsidRPr="00805D51" w:rsidRDefault="00D9113D" w:rsidP="005B3CE0">
            <w:pPr>
              <w:pStyle w:val="CE-Table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6013" w:rsidRPr="00156013" w:rsidTr="00741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63858D" w:themeFill="accent2" w:themeFillShade="BF"/>
          </w:tcPr>
          <w:p w:rsidR="00156013" w:rsidRPr="00156013" w:rsidRDefault="00156013" w:rsidP="005B3CE0">
            <w:pPr>
              <w:pStyle w:val="CE-TableStandardWhite"/>
              <w:rPr>
                <w:rFonts w:eastAsiaTheme="minorHAnsi" w:cstheme="minorBidi"/>
                <w:b/>
                <w:bCs/>
                <w:iCs/>
                <w:noProof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b/>
                <w:bCs/>
                <w:iCs/>
                <w:noProof/>
                <w:sz w:val="22"/>
                <w:szCs w:val="24"/>
                <w:lang w:val="en-GB" w:eastAsia="de-AT"/>
              </w:rPr>
              <w:t>Delivery date</w:t>
            </w:r>
          </w:p>
        </w:tc>
        <w:tc>
          <w:tcPr>
            <w:tcW w:w="6096" w:type="dxa"/>
          </w:tcPr>
          <w:p w:rsidR="00156013" w:rsidRPr="00805D51" w:rsidRDefault="00156013" w:rsidP="005B3CE0">
            <w:pPr>
              <w:pStyle w:val="CE-Table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56013" w:rsidRDefault="00156013" w:rsidP="00156013">
      <w:pPr>
        <w:pStyle w:val="CE-StandardText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7B6FAA" w:rsidRPr="007412A2" w:rsidTr="00741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7B6FAA" w:rsidRPr="007B6FAA" w:rsidRDefault="007739D3" w:rsidP="00F764FA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D</w:t>
            </w:r>
            <w:r w:rsidR="007B6FAA" w:rsidRPr="007B6FA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escription of </w:t>
            </w:r>
            <w:r w:rsidR="00D9113D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the investment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(including technical </w:t>
            </w:r>
            <w:r w:rsidR="00474F4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characteristics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)</w:t>
            </w:r>
            <w:r w:rsidR="00F764F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F764FA" w:rsidRPr="00F764F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explaining its </w:t>
            </w:r>
            <w:r w:rsidR="00F764F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embedding into the linked pilot action</w:t>
            </w:r>
          </w:p>
        </w:tc>
      </w:tr>
      <w:tr w:rsidR="007B6FAA" w:rsidRPr="007412A2" w:rsidTr="009B4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98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7B6FAA" w:rsidRDefault="009009B5" w:rsidP="00C04853">
            <w:pPr>
              <w:pStyle w:val="CE-TableStandard"/>
              <w:spacing w:line="276" w:lineRule="auto"/>
            </w:pPr>
            <w:r>
              <w:t>ca. 2.000-8.000 characters (depending on the investment size and related costs)</w:t>
            </w:r>
          </w:p>
          <w:p w:rsidR="009B4795" w:rsidRDefault="009B4795" w:rsidP="00C04853">
            <w:pPr>
              <w:pStyle w:val="CE-TableStandard"/>
              <w:spacing w:line="276" w:lineRule="auto"/>
            </w:pPr>
          </w:p>
          <w:p w:rsidR="009B4795" w:rsidRPr="00805D51" w:rsidRDefault="009B4795" w:rsidP="00C04853">
            <w:pPr>
              <w:pStyle w:val="CE-TableStandard"/>
              <w:spacing w:line="276" w:lineRule="auto"/>
            </w:pPr>
          </w:p>
        </w:tc>
      </w:tr>
    </w:tbl>
    <w:p w:rsidR="007B6FAA" w:rsidRDefault="007B6FAA" w:rsidP="00C048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3166"/>
        <w:gridCol w:w="3780"/>
        <w:gridCol w:w="2552"/>
      </w:tblGrid>
      <w:tr w:rsidR="00D9113D" w:rsidRPr="0029784C" w:rsidTr="00741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gridSpan w:val="3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D9113D" w:rsidRPr="007B6FAA" w:rsidRDefault="0029784C" w:rsidP="00C048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Investment location</w:t>
            </w:r>
          </w:p>
        </w:tc>
      </w:tr>
      <w:tr w:rsidR="005C0932" w:rsidRPr="005C0932" w:rsidTr="002978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58"/>
        </w:trPr>
        <w:tc>
          <w:tcPr>
            <w:tcW w:w="3166" w:type="dxa"/>
            <w:tcMar>
              <w:top w:w="170" w:type="dxa"/>
              <w:bottom w:w="113" w:type="dxa"/>
            </w:tcMar>
          </w:tcPr>
          <w:p w:rsidR="005C0932" w:rsidRPr="0029784C" w:rsidRDefault="005C0932" w:rsidP="00C04853">
            <w:pPr>
              <w:pStyle w:val="CE-TableStandard"/>
              <w:spacing w:line="276" w:lineRule="auto"/>
              <w:rPr>
                <w:b/>
                <w:sz w:val="20"/>
              </w:rPr>
            </w:pPr>
            <w:r w:rsidRPr="0029784C">
              <w:rPr>
                <w:b/>
                <w:sz w:val="20"/>
              </w:rPr>
              <w:t>NUTS 3</w:t>
            </w:r>
          </w:p>
        </w:tc>
        <w:tc>
          <w:tcPr>
            <w:tcW w:w="3780" w:type="dxa"/>
          </w:tcPr>
          <w:p w:rsidR="005C0932" w:rsidRPr="0029784C" w:rsidRDefault="005C0932" w:rsidP="00C04853">
            <w:pPr>
              <w:pStyle w:val="CE-TableStandard"/>
              <w:spacing w:line="276" w:lineRule="auto"/>
              <w:rPr>
                <w:b/>
                <w:sz w:val="20"/>
              </w:rPr>
            </w:pPr>
            <w:r w:rsidRPr="0029784C">
              <w:rPr>
                <w:b/>
                <w:sz w:val="20"/>
              </w:rPr>
              <w:t>Address (Street, house number, postal code, city, country)</w:t>
            </w:r>
          </w:p>
        </w:tc>
        <w:tc>
          <w:tcPr>
            <w:tcW w:w="2552" w:type="dxa"/>
          </w:tcPr>
          <w:p w:rsidR="005C0932" w:rsidRPr="0029784C" w:rsidRDefault="005C0932" w:rsidP="00C04853">
            <w:pPr>
              <w:pStyle w:val="CE-TableStandard"/>
              <w:spacing w:line="276" w:lineRule="auto"/>
              <w:rPr>
                <w:b/>
                <w:sz w:val="20"/>
              </w:rPr>
            </w:pPr>
            <w:r w:rsidRPr="0029784C">
              <w:rPr>
                <w:b/>
                <w:sz w:val="20"/>
              </w:rPr>
              <w:t>GPS coordinate</w:t>
            </w:r>
            <w:r w:rsidR="0029784C">
              <w:rPr>
                <w:b/>
                <w:sz w:val="20"/>
              </w:rPr>
              <w:t>s</w:t>
            </w:r>
          </w:p>
        </w:tc>
      </w:tr>
      <w:tr w:rsidR="005C0932" w:rsidRPr="005C0932" w:rsidTr="0029784C">
        <w:trPr>
          <w:cantSplit/>
          <w:trHeight w:val="157"/>
        </w:trPr>
        <w:tc>
          <w:tcPr>
            <w:tcW w:w="3166" w:type="dxa"/>
            <w:tcMar>
              <w:top w:w="170" w:type="dxa"/>
              <w:bottom w:w="113" w:type="dxa"/>
            </w:tcMar>
          </w:tcPr>
          <w:p w:rsidR="005C0932" w:rsidRPr="00805D51" w:rsidRDefault="005C0932" w:rsidP="00C04853">
            <w:pPr>
              <w:pStyle w:val="CE-TableStandard"/>
              <w:spacing w:line="276" w:lineRule="auto"/>
            </w:pPr>
          </w:p>
        </w:tc>
        <w:tc>
          <w:tcPr>
            <w:tcW w:w="3780" w:type="dxa"/>
          </w:tcPr>
          <w:p w:rsidR="005C0932" w:rsidRPr="00805D51" w:rsidRDefault="005C0932" w:rsidP="00C04853">
            <w:pPr>
              <w:pStyle w:val="CE-TableStandard"/>
              <w:spacing w:line="276" w:lineRule="auto"/>
            </w:pPr>
          </w:p>
        </w:tc>
        <w:tc>
          <w:tcPr>
            <w:tcW w:w="2552" w:type="dxa"/>
          </w:tcPr>
          <w:p w:rsidR="005C0932" w:rsidRPr="00805D51" w:rsidRDefault="005C0932" w:rsidP="00C04853">
            <w:pPr>
              <w:pStyle w:val="CE-TableStandard"/>
              <w:spacing w:line="276" w:lineRule="auto"/>
            </w:pPr>
          </w:p>
        </w:tc>
      </w:tr>
    </w:tbl>
    <w:p w:rsidR="00D9113D" w:rsidRDefault="00D9113D" w:rsidP="00C048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0" w:type="auto"/>
        <w:tblInd w:w="108" w:type="dxa"/>
        <w:tblLook w:val="0420" w:firstRow="1" w:lastRow="0" w:firstColumn="0" w:lastColumn="0" w:noHBand="0" w:noVBand="1"/>
      </w:tblPr>
      <w:tblGrid>
        <w:gridCol w:w="4749"/>
        <w:gridCol w:w="4749"/>
      </w:tblGrid>
      <w:tr w:rsidR="007739D3" w:rsidRPr="007412A2" w:rsidTr="00741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gridSpan w:val="2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7739D3" w:rsidRPr="007B6FAA" w:rsidRDefault="007739D3" w:rsidP="00C048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 w:rsidRPr="007739D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Duration </w:t>
            </w:r>
            <w:r w:rsidR="0029784C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and process </w:t>
            </w:r>
            <w:r w:rsidRPr="007739D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of investment implementation </w:t>
            </w:r>
          </w:p>
        </w:tc>
      </w:tr>
      <w:tr w:rsidR="0029784C" w:rsidRPr="005C0932" w:rsidTr="002978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58"/>
        </w:trPr>
        <w:tc>
          <w:tcPr>
            <w:tcW w:w="4749" w:type="dxa"/>
            <w:tcMar>
              <w:top w:w="170" w:type="dxa"/>
              <w:bottom w:w="113" w:type="dxa"/>
            </w:tcMar>
          </w:tcPr>
          <w:p w:rsidR="0029784C" w:rsidRPr="0029784C" w:rsidRDefault="0029784C" w:rsidP="00C04853">
            <w:pPr>
              <w:pStyle w:val="CE-TableStandard"/>
              <w:spacing w:line="276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Start date</w:t>
            </w:r>
          </w:p>
        </w:tc>
        <w:tc>
          <w:tcPr>
            <w:tcW w:w="4749" w:type="dxa"/>
          </w:tcPr>
          <w:p w:rsidR="0029784C" w:rsidRPr="0029784C" w:rsidRDefault="0029784C" w:rsidP="00C04853">
            <w:pPr>
              <w:pStyle w:val="CE-TableStandard"/>
              <w:spacing w:line="276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End date</w:t>
            </w:r>
          </w:p>
        </w:tc>
      </w:tr>
      <w:tr w:rsidR="0029784C" w:rsidRPr="005C0932" w:rsidTr="0029784C">
        <w:trPr>
          <w:cantSplit/>
          <w:trHeight w:val="157"/>
        </w:trPr>
        <w:tc>
          <w:tcPr>
            <w:tcW w:w="4749" w:type="dxa"/>
            <w:tcMar>
              <w:top w:w="170" w:type="dxa"/>
              <w:bottom w:w="113" w:type="dxa"/>
            </w:tcMar>
          </w:tcPr>
          <w:p w:rsidR="0029784C" w:rsidRPr="00805D51" w:rsidRDefault="0029784C" w:rsidP="00C04853">
            <w:pPr>
              <w:pStyle w:val="CE-TableStandard"/>
              <w:spacing w:line="276" w:lineRule="auto"/>
            </w:pPr>
          </w:p>
        </w:tc>
        <w:tc>
          <w:tcPr>
            <w:tcW w:w="4749" w:type="dxa"/>
          </w:tcPr>
          <w:p w:rsidR="0029784C" w:rsidRPr="00805D51" w:rsidRDefault="0029784C" w:rsidP="00C04853">
            <w:pPr>
              <w:pStyle w:val="CE-TableStandard"/>
              <w:spacing w:line="276" w:lineRule="auto"/>
            </w:pPr>
          </w:p>
        </w:tc>
      </w:tr>
      <w:tr w:rsidR="0029784C" w:rsidRPr="007412A2" w:rsidTr="002978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67"/>
        </w:trPr>
        <w:tc>
          <w:tcPr>
            <w:tcW w:w="9498" w:type="dxa"/>
            <w:gridSpan w:val="2"/>
            <w:tcMar>
              <w:top w:w="170" w:type="dxa"/>
              <w:bottom w:w="113" w:type="dxa"/>
            </w:tcMar>
          </w:tcPr>
          <w:p w:rsidR="007739D3" w:rsidRPr="0029784C" w:rsidRDefault="0029784C" w:rsidP="00C04853">
            <w:pPr>
              <w:pStyle w:val="CE-TableStandard"/>
              <w:spacing w:line="276" w:lineRule="auto"/>
              <w:rPr>
                <w:b/>
                <w:sz w:val="20"/>
              </w:rPr>
            </w:pPr>
            <w:r w:rsidRPr="0029784C">
              <w:rPr>
                <w:b/>
                <w:sz w:val="20"/>
              </w:rPr>
              <w:t>Major milestones</w:t>
            </w:r>
            <w:r>
              <w:rPr>
                <w:b/>
                <w:sz w:val="20"/>
              </w:rPr>
              <w:t xml:space="preserve"> of investment implementation</w:t>
            </w:r>
          </w:p>
        </w:tc>
      </w:tr>
      <w:tr w:rsidR="0029784C" w:rsidRPr="0029784C" w:rsidTr="009B4795">
        <w:trPr>
          <w:cantSplit/>
          <w:trHeight w:val="703"/>
        </w:trPr>
        <w:tc>
          <w:tcPr>
            <w:tcW w:w="9498" w:type="dxa"/>
            <w:gridSpan w:val="2"/>
            <w:tcMar>
              <w:top w:w="170" w:type="dxa"/>
              <w:bottom w:w="113" w:type="dxa"/>
            </w:tcMar>
          </w:tcPr>
          <w:p w:rsidR="0029784C" w:rsidRPr="0029784C" w:rsidRDefault="0029784C" w:rsidP="00C04853">
            <w:pPr>
              <w:pStyle w:val="CE-TableStandard"/>
              <w:spacing w:line="276" w:lineRule="auto"/>
              <w:rPr>
                <w:color w:val="auto"/>
              </w:rPr>
            </w:pPr>
            <w:r w:rsidRPr="0029784C">
              <w:rPr>
                <w:color w:val="auto"/>
              </w:rPr>
              <w:t xml:space="preserve">Max. </w:t>
            </w:r>
            <w:r>
              <w:rPr>
                <w:color w:val="auto"/>
              </w:rPr>
              <w:t>1</w:t>
            </w:r>
            <w:r w:rsidRPr="0029784C">
              <w:rPr>
                <w:color w:val="auto"/>
              </w:rPr>
              <w:t>.000 characters</w:t>
            </w:r>
          </w:p>
          <w:p w:rsidR="0029784C" w:rsidRPr="0029784C" w:rsidRDefault="0029784C" w:rsidP="00C04853">
            <w:pPr>
              <w:pStyle w:val="CE-TableStandard"/>
              <w:spacing w:line="276" w:lineRule="auto"/>
              <w:rPr>
                <w:rStyle w:val="Kommentarzeichen"/>
                <w:rFonts w:ascii="Times New Roman" w:hAnsi="Times New Roman"/>
                <w:bCs w:val="0"/>
                <w:color w:val="auto"/>
                <w:lang w:val="de-AT"/>
              </w:rPr>
            </w:pPr>
          </w:p>
        </w:tc>
      </w:tr>
    </w:tbl>
    <w:p w:rsidR="007739D3" w:rsidRDefault="007739D3" w:rsidP="00C048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9B4795" w:rsidRPr="007412A2" w:rsidTr="00741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9B4795" w:rsidRPr="007B6FAA" w:rsidRDefault="009B4795" w:rsidP="008645AB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Investment costs (Total costs and ERDF in EUR) including a break-down of main cost items</w:t>
            </w:r>
          </w:p>
        </w:tc>
      </w:tr>
      <w:tr w:rsidR="009B4795" w:rsidRPr="007412A2" w:rsidTr="008645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67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9B4795" w:rsidRPr="00805D51" w:rsidRDefault="009B4795" w:rsidP="008645AB">
            <w:pPr>
              <w:pStyle w:val="CE-TableStandard"/>
              <w:spacing w:line="276" w:lineRule="auto"/>
            </w:pPr>
          </w:p>
        </w:tc>
      </w:tr>
    </w:tbl>
    <w:p w:rsidR="009B4795" w:rsidRDefault="009B4795" w:rsidP="00C048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7739D3" w:rsidRPr="007412A2" w:rsidTr="00741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7739D3" w:rsidRPr="007B6FAA" w:rsidRDefault="007739D3" w:rsidP="00C048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Ownership and </w:t>
            </w:r>
            <w:r w:rsidR="00474F4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durability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of the investment</w:t>
            </w:r>
            <w:r w:rsidR="009B4078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9B4078" w:rsidRPr="009B4078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(e.g. maintenance, financing)</w:t>
            </w:r>
          </w:p>
        </w:tc>
      </w:tr>
      <w:tr w:rsidR="009009B5" w:rsidRPr="009009B5" w:rsidTr="00C04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0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7739D3" w:rsidRPr="009009B5" w:rsidRDefault="007739D3" w:rsidP="00C04853">
            <w:pPr>
              <w:pStyle w:val="CE-TableStandard"/>
              <w:spacing w:line="276" w:lineRule="auto"/>
              <w:rPr>
                <w:color w:val="auto"/>
              </w:rPr>
            </w:pPr>
            <w:r w:rsidRPr="009009B5">
              <w:rPr>
                <w:color w:val="auto"/>
              </w:rPr>
              <w:t xml:space="preserve">Max. </w:t>
            </w:r>
            <w:r w:rsidR="009009B5" w:rsidRPr="009009B5">
              <w:rPr>
                <w:color w:val="auto"/>
              </w:rPr>
              <w:t>2.000</w:t>
            </w:r>
            <w:r w:rsidRPr="009009B5">
              <w:rPr>
                <w:color w:val="auto"/>
              </w:rPr>
              <w:t xml:space="preserve"> characters</w:t>
            </w:r>
          </w:p>
        </w:tc>
      </w:tr>
    </w:tbl>
    <w:p w:rsidR="007739D3" w:rsidRDefault="007739D3" w:rsidP="00C048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7412A2" w:rsidTr="00741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8C68CF" w:rsidRPr="007B6FAA" w:rsidRDefault="009B4078" w:rsidP="00C048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</w:t>
            </w:r>
            <w:r w:rsidRPr="009B4078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ransnational effect and added value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of the investment </w:t>
            </w:r>
            <w:r w:rsidRPr="009B4078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to the partnership</w:t>
            </w:r>
            <w:r w:rsidR="00110948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</w:p>
        </w:tc>
      </w:tr>
      <w:tr w:rsidR="008C68CF" w:rsidRPr="00110948" w:rsidTr="00511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209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8C68CF" w:rsidRPr="00110948" w:rsidRDefault="008C68CF" w:rsidP="00C04853">
            <w:pPr>
              <w:pStyle w:val="CE-TableStandard"/>
              <w:spacing w:line="276" w:lineRule="auto"/>
              <w:rPr>
                <w:color w:val="auto"/>
              </w:rPr>
            </w:pPr>
            <w:r w:rsidRPr="00110948">
              <w:rPr>
                <w:color w:val="auto"/>
              </w:rPr>
              <w:t xml:space="preserve">Max. </w:t>
            </w:r>
            <w:r w:rsidR="00000C01">
              <w:rPr>
                <w:color w:val="auto"/>
              </w:rPr>
              <w:t>2</w:t>
            </w:r>
            <w:r w:rsidR="00110948" w:rsidRPr="00110948">
              <w:rPr>
                <w:color w:val="auto"/>
              </w:rPr>
              <w:t>.</w:t>
            </w:r>
            <w:r w:rsidR="00C04853">
              <w:rPr>
                <w:color w:val="auto"/>
              </w:rPr>
              <w:t>000</w:t>
            </w:r>
            <w:r w:rsidRPr="00110948">
              <w:rPr>
                <w:color w:val="auto"/>
              </w:rPr>
              <w:t xml:space="preserve"> characters</w:t>
            </w:r>
          </w:p>
        </w:tc>
      </w:tr>
    </w:tbl>
    <w:p w:rsidR="008C68CF" w:rsidRDefault="008C68CF" w:rsidP="00C048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110948" w:rsidRPr="007412A2" w:rsidTr="00741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110948" w:rsidRPr="007B6FAA" w:rsidRDefault="00110948" w:rsidP="00C048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Expected i</w:t>
            </w:r>
            <w:r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mpact and benefits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of the investment for the concerened territory and </w:t>
            </w:r>
            <w:r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target groups</w:t>
            </w:r>
            <w:r w:rsidR="00511D8C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leverage of additional funds (if applicable)</w:t>
            </w:r>
          </w:p>
        </w:tc>
      </w:tr>
      <w:tr w:rsidR="00110948" w:rsidRPr="00110948" w:rsidTr="00511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261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110948" w:rsidRPr="00110948" w:rsidRDefault="00110948" w:rsidP="00C04853">
            <w:pPr>
              <w:pStyle w:val="CE-TableStandard"/>
              <w:spacing w:line="276" w:lineRule="auto"/>
              <w:rPr>
                <w:color w:val="auto"/>
              </w:rPr>
            </w:pPr>
            <w:r w:rsidRPr="00110948">
              <w:rPr>
                <w:color w:val="auto"/>
              </w:rPr>
              <w:t xml:space="preserve">Max. </w:t>
            </w:r>
            <w:r w:rsidR="00000C01">
              <w:rPr>
                <w:color w:val="auto"/>
              </w:rPr>
              <w:t>2</w:t>
            </w:r>
            <w:r w:rsidRPr="00110948">
              <w:rPr>
                <w:color w:val="auto"/>
              </w:rPr>
              <w:t>.000 characters</w:t>
            </w:r>
          </w:p>
        </w:tc>
      </w:tr>
    </w:tbl>
    <w:p w:rsidR="009B4795" w:rsidRDefault="009B4795" w:rsidP="00C048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7739D3" w:rsidRPr="007412A2" w:rsidTr="00741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7739D3" w:rsidRPr="007B6FAA" w:rsidRDefault="00E54180" w:rsidP="00C048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lastRenderedPageBreak/>
              <w:t>If applicable, c</w:t>
            </w:r>
            <w:r w:rsidR="007739D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ompliance with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relevant </w:t>
            </w:r>
            <w:r w:rsidR="007739D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regulatory requirements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110948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(e.g. environmental, </w:t>
            </w:r>
            <w:r w:rsidR="00000C01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building regulations, authorisations)</w:t>
            </w:r>
          </w:p>
        </w:tc>
      </w:tr>
      <w:tr w:rsidR="00000C01" w:rsidRPr="00000C01" w:rsidTr="00511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252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7739D3" w:rsidRPr="00000C01" w:rsidRDefault="007739D3" w:rsidP="00C04853">
            <w:pPr>
              <w:pStyle w:val="CE-TableStandard"/>
              <w:spacing w:line="276" w:lineRule="auto"/>
              <w:rPr>
                <w:color w:val="auto"/>
              </w:rPr>
            </w:pPr>
            <w:r w:rsidRPr="00000C01">
              <w:rPr>
                <w:color w:val="auto"/>
              </w:rPr>
              <w:t xml:space="preserve">Max. </w:t>
            </w:r>
            <w:r w:rsidR="00000C01">
              <w:rPr>
                <w:color w:val="auto"/>
              </w:rPr>
              <w:t>2</w:t>
            </w:r>
            <w:r w:rsidR="00000C01" w:rsidRPr="00000C01">
              <w:rPr>
                <w:color w:val="auto"/>
              </w:rPr>
              <w:t>.000</w:t>
            </w:r>
            <w:r w:rsidRPr="00000C01">
              <w:rPr>
                <w:color w:val="auto"/>
              </w:rPr>
              <w:t xml:space="preserve"> characters</w:t>
            </w:r>
          </w:p>
        </w:tc>
      </w:tr>
    </w:tbl>
    <w:p w:rsidR="007739D3" w:rsidRDefault="007739D3" w:rsidP="00C048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20973" w:rsidRPr="00385F95" w:rsidTr="00741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820973" w:rsidRPr="007B6FAA" w:rsidRDefault="00385F95" w:rsidP="00C048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Contribution to sustain</w:t>
            </w:r>
            <w:r w:rsidR="00FF1C21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able development - p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otential e</w:t>
            </w:r>
            <w:r w:rsidR="0082097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ffects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of the investment </w:t>
            </w:r>
            <w:r w:rsidR="0082097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on the env</w:t>
            </w:r>
            <w:r w:rsidR="0029784C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ir</w:t>
            </w:r>
            <w:r w:rsidR="0082097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onment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climate.</w:t>
            </w:r>
            <w:r w:rsidR="0082097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In case of negative effects, mitigat</w:t>
            </w:r>
            <w:r w:rsidR="00E54180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ion measures conducted</w:t>
            </w:r>
          </w:p>
        </w:tc>
      </w:tr>
      <w:tr w:rsidR="00385F95" w:rsidRPr="00385F95" w:rsidTr="00DE38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437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820973" w:rsidRPr="00385F95" w:rsidRDefault="00820973" w:rsidP="00C04853">
            <w:pPr>
              <w:pStyle w:val="CE-TableStandard"/>
              <w:spacing w:line="276" w:lineRule="auto"/>
              <w:rPr>
                <w:color w:val="auto"/>
              </w:rPr>
            </w:pPr>
            <w:r w:rsidRPr="00385F95">
              <w:rPr>
                <w:color w:val="auto"/>
              </w:rPr>
              <w:t xml:space="preserve">Max. </w:t>
            </w:r>
            <w:r w:rsidR="00385F95" w:rsidRPr="00385F95">
              <w:rPr>
                <w:color w:val="auto"/>
              </w:rPr>
              <w:t>1.000</w:t>
            </w:r>
            <w:r w:rsidRPr="00385F95">
              <w:rPr>
                <w:color w:val="auto"/>
              </w:rPr>
              <w:t xml:space="preserve"> characters</w:t>
            </w:r>
          </w:p>
        </w:tc>
      </w:tr>
    </w:tbl>
    <w:p w:rsidR="00820973" w:rsidRDefault="00820973" w:rsidP="00C048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385F95" w:rsidRPr="007412A2" w:rsidTr="00741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385F95" w:rsidRPr="007B6FAA" w:rsidRDefault="00385F95" w:rsidP="00C048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Consideration of </w:t>
            </w:r>
            <w:r w:rsidR="00FF1C21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other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horizontal principles </w:t>
            </w:r>
            <w:r w:rsidR="00FF1C21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such as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equal opportunities and non-descrimination</w:t>
            </w:r>
            <w:r w:rsidR="00FF1C21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(e.g. </w:t>
            </w:r>
            <w:r w:rsidR="00FF1C21" w:rsidRPr="00FF1C21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barrier-free accessibility</w:t>
            </w:r>
            <w:r w:rsidR="00FF1C21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)</w:t>
            </w:r>
          </w:p>
        </w:tc>
      </w:tr>
      <w:tr w:rsidR="00385F95" w:rsidRPr="00385F95" w:rsidTr="00DE38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437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385F95" w:rsidRPr="00385F95" w:rsidRDefault="00385F95" w:rsidP="00C04853">
            <w:pPr>
              <w:pStyle w:val="CE-TableStandard"/>
              <w:spacing w:line="276" w:lineRule="auto"/>
              <w:rPr>
                <w:color w:val="auto"/>
              </w:rPr>
            </w:pPr>
            <w:r w:rsidRPr="00385F95">
              <w:rPr>
                <w:color w:val="auto"/>
              </w:rPr>
              <w:t>Max. 1.000 characters</w:t>
            </w:r>
          </w:p>
        </w:tc>
      </w:tr>
    </w:tbl>
    <w:p w:rsidR="00385F95" w:rsidRDefault="00385F95" w:rsidP="00C048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7412A2" w:rsidTr="00741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FF1C21" w:rsidRDefault="00FF1C21" w:rsidP="00C048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References to relevant deliverables  (e.g. pilot action report, studies) and web-links</w:t>
            </w:r>
          </w:p>
          <w:p w:rsidR="008C68CF" w:rsidRPr="007B6FAA" w:rsidRDefault="00FF1C21" w:rsidP="00C048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If applicable, additional documentation, pictures or images to be provided as annex</w:t>
            </w:r>
          </w:p>
        </w:tc>
      </w:tr>
      <w:tr w:rsidR="008C68CF" w:rsidRPr="005350E9" w:rsidTr="00DE38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8C68CF" w:rsidRPr="00805D51" w:rsidRDefault="00FF1C21" w:rsidP="00C04853">
            <w:pPr>
              <w:pStyle w:val="CE-TableStandard"/>
              <w:spacing w:line="276" w:lineRule="auto"/>
            </w:pPr>
            <w:r w:rsidRPr="00385F95">
              <w:rPr>
                <w:color w:val="auto"/>
              </w:rPr>
              <w:t>Max. 1.000 characters</w:t>
            </w:r>
          </w:p>
        </w:tc>
      </w:tr>
    </w:tbl>
    <w:p w:rsidR="005350E9" w:rsidRPr="00156013" w:rsidRDefault="005350E9" w:rsidP="00C04853">
      <w:pPr>
        <w:pStyle w:val="CE-StandardText"/>
        <w:spacing w:line="276" w:lineRule="auto"/>
        <w:rPr>
          <w:lang w:val="en-GB" w:eastAsia="de-AT"/>
        </w:rPr>
      </w:pPr>
    </w:p>
    <w:sectPr w:rsidR="005350E9" w:rsidRPr="00156013" w:rsidSect="00731B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977" w:right="851" w:bottom="993" w:left="155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41E" w:rsidRDefault="00ED741E" w:rsidP="00877C37">
      <w:r>
        <w:separator/>
      </w:r>
    </w:p>
    <w:p w:rsidR="00ED741E" w:rsidRDefault="00ED741E"/>
    <w:p w:rsidR="00ED741E" w:rsidRDefault="00ED741E"/>
    <w:p w:rsidR="00ED741E" w:rsidRDefault="00ED741E"/>
  </w:endnote>
  <w:endnote w:type="continuationSeparator" w:id="0">
    <w:p w:rsidR="00ED741E" w:rsidRDefault="00ED741E" w:rsidP="00877C37">
      <w:r>
        <w:continuationSeparator/>
      </w:r>
    </w:p>
    <w:p w:rsidR="00ED741E" w:rsidRDefault="00ED741E"/>
    <w:p w:rsidR="00ED741E" w:rsidRDefault="00ED741E"/>
    <w:p w:rsidR="00ED741E" w:rsidRDefault="00ED74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34E" w:rsidRDefault="0000034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73A" w:rsidRDefault="00DA073A" w:rsidP="00DA073A">
    <w:pPr>
      <w:pStyle w:val="Fuzeile"/>
      <w:tabs>
        <w:tab w:val="clear" w:pos="4536"/>
        <w:tab w:val="clear" w:pos="9072"/>
      </w:tabs>
      <w:ind w:left="0" w:right="-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34E" w:rsidRDefault="000003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41E" w:rsidRPr="00924079" w:rsidRDefault="00ED741E" w:rsidP="00924079">
      <w:pPr>
        <w:ind w:left="0"/>
        <w:rPr>
          <w:color w:val="4D4933" w:themeColor="accent6"/>
        </w:rPr>
      </w:pPr>
      <w:r w:rsidRPr="00924079">
        <w:rPr>
          <w:color w:val="4D4933" w:themeColor="accent6"/>
        </w:rPr>
        <w:separator/>
      </w:r>
    </w:p>
    <w:p w:rsidR="00ED741E" w:rsidRDefault="00ED741E" w:rsidP="00924079">
      <w:pPr>
        <w:ind w:left="0"/>
      </w:pPr>
    </w:p>
    <w:p w:rsidR="00ED741E" w:rsidRDefault="00ED741E"/>
    <w:p w:rsidR="00ED741E" w:rsidRDefault="00ED741E"/>
    <w:p w:rsidR="00ED741E" w:rsidRDefault="00ED741E"/>
  </w:footnote>
  <w:footnote w:type="continuationSeparator" w:id="0">
    <w:p w:rsidR="00ED741E" w:rsidRDefault="00ED741E" w:rsidP="00924079">
      <w:pPr>
        <w:ind w:left="0"/>
      </w:pPr>
      <w:r>
        <w:continuationSeparator/>
      </w:r>
    </w:p>
    <w:p w:rsidR="00ED741E" w:rsidRDefault="00ED741E"/>
    <w:p w:rsidR="00ED741E" w:rsidRDefault="00ED741E"/>
    <w:p w:rsidR="00ED741E" w:rsidRDefault="00ED741E"/>
  </w:footnote>
  <w:footnote w:type="continuationNotice" w:id="1">
    <w:p w:rsidR="00ED741E" w:rsidRDefault="00ED741E">
      <w:pPr>
        <w:spacing w:before="0" w:line="240" w:lineRule="auto"/>
      </w:pPr>
    </w:p>
    <w:p w:rsidR="00ED741E" w:rsidRDefault="00ED741E"/>
    <w:p w:rsidR="00ED741E" w:rsidRDefault="00ED741E"/>
    <w:p w:rsidR="00ED741E" w:rsidRDefault="00ED741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34E" w:rsidRDefault="0000034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D54" w:rsidRPr="00C8321B" w:rsidRDefault="0000034E" w:rsidP="00C8321B">
    <w:pPr>
      <w:pStyle w:val="Kopfzeile"/>
      <w:jc w:val="center"/>
    </w:pPr>
    <w:r>
      <w:rPr>
        <w:noProof/>
        <w:lang w:val="de-DE" w:eastAsia="de-DE"/>
      </w:rPr>
      <w:drawing>
        <wp:anchor distT="0" distB="0" distL="114300" distR="114300" simplePos="0" relativeHeight="251659776" behindDoc="1" locked="0" layoutInCell="1" allowOverlap="1" wp14:anchorId="39377B41" wp14:editId="208038BE">
          <wp:simplePos x="0" y="0"/>
          <wp:positionH relativeFrom="column">
            <wp:posOffset>-352425</wp:posOffset>
          </wp:positionH>
          <wp:positionV relativeFrom="paragraph">
            <wp:posOffset>180975</wp:posOffset>
          </wp:positionV>
          <wp:extent cx="6917130" cy="1439544"/>
          <wp:effectExtent l="0" t="0" r="0" b="8890"/>
          <wp:wrapNone/>
          <wp:docPr id="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130" cy="1439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6D54" w:rsidRDefault="00596D54"/>
  <w:p w:rsidR="00596D54" w:rsidRDefault="00596D54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D54" w:rsidRDefault="0000034E" w:rsidP="00D41EE5">
    <w:pPr>
      <w:pStyle w:val="Kopfzeile"/>
      <w:ind w:left="-1559"/>
    </w:pP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39377B41" wp14:editId="208038BE">
          <wp:simplePos x="0" y="0"/>
          <wp:positionH relativeFrom="column">
            <wp:posOffset>-323850</wp:posOffset>
          </wp:positionH>
          <wp:positionV relativeFrom="paragraph">
            <wp:posOffset>0</wp:posOffset>
          </wp:positionV>
          <wp:extent cx="6917130" cy="1439544"/>
          <wp:effectExtent l="0" t="0" r="0" b="889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130" cy="1439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" w15:restartNumberingAfterBreak="0">
    <w:nsid w:val="10606087"/>
    <w:multiLevelType w:val="multilevel"/>
    <w:tmpl w:val="1FE28E64"/>
    <w:numStyleLink w:val="CentralEuropeStandard"/>
  </w:abstractNum>
  <w:abstractNum w:abstractNumId="5" w15:restartNumberingAfterBreak="0">
    <w:nsid w:val="12AB56D5"/>
    <w:multiLevelType w:val="multilevel"/>
    <w:tmpl w:val="1FE28E64"/>
    <w:numStyleLink w:val="CentralEuropeStandard"/>
  </w:abstractNum>
  <w:abstractNum w:abstractNumId="6" w15:restartNumberingAfterBreak="0">
    <w:nsid w:val="15301306"/>
    <w:multiLevelType w:val="multilevel"/>
    <w:tmpl w:val="1FE28E64"/>
    <w:numStyleLink w:val="CentralEuropeStandard"/>
  </w:abstractNum>
  <w:abstractNum w:abstractNumId="7" w15:restartNumberingAfterBreak="0">
    <w:nsid w:val="15E770C7"/>
    <w:multiLevelType w:val="multilevel"/>
    <w:tmpl w:val="1FE28E64"/>
    <w:numStyleLink w:val="CentralEuropeStandard"/>
  </w:abstractNum>
  <w:abstractNum w:abstractNumId="8" w15:restartNumberingAfterBreak="0">
    <w:nsid w:val="16D93588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9" w15:restartNumberingAfterBreak="0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8BB52A8"/>
    <w:multiLevelType w:val="hybridMultilevel"/>
    <w:tmpl w:val="8776600C"/>
    <w:lvl w:ilvl="0" w:tplc="1AD6EE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34093"/>
    <w:multiLevelType w:val="multilevel"/>
    <w:tmpl w:val="1FE28E64"/>
    <w:numStyleLink w:val="CentralEuropeStandard"/>
  </w:abstractNum>
  <w:abstractNum w:abstractNumId="12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4" w15:restartNumberingAfterBreak="0">
    <w:nsid w:val="2EED7E2F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15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DB50B7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</w:abstractNum>
  <w:abstractNum w:abstractNumId="20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4A34021C"/>
    <w:multiLevelType w:val="multilevel"/>
    <w:tmpl w:val="1FE28E64"/>
    <w:numStyleLink w:val="CentralEuropeStandard"/>
  </w:abstractNum>
  <w:abstractNum w:abstractNumId="25" w15:restartNumberingAfterBreak="0">
    <w:nsid w:val="518F2BC4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26" w15:restartNumberingAfterBreak="0">
    <w:nsid w:val="531F225E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27" w15:restartNumberingAfterBreak="0">
    <w:nsid w:val="54563386"/>
    <w:multiLevelType w:val="multilevel"/>
    <w:tmpl w:val="1FE28E64"/>
    <w:numStyleLink w:val="CentralEuropeStandard"/>
  </w:abstractNum>
  <w:abstractNum w:abstractNumId="28" w15:restartNumberingAfterBreak="0">
    <w:nsid w:val="56C626F2"/>
    <w:multiLevelType w:val="multilevel"/>
    <w:tmpl w:val="8CCE1C3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7D8B8A" w:themeColor="accent1"/>
        <w:sz w:val="18"/>
      </w:rPr>
    </w:lvl>
    <w:lvl w:ilvl="1">
      <w:start w:val="1"/>
      <w:numFmt w:val="bullet"/>
      <w:lvlText w:val="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29" w15:restartNumberingAfterBreak="0">
    <w:nsid w:val="59C11AFF"/>
    <w:multiLevelType w:val="multilevel"/>
    <w:tmpl w:val="1FE28E64"/>
    <w:numStyleLink w:val="CentralEuropeStandard"/>
  </w:abstractNum>
  <w:abstractNum w:abstractNumId="30" w15:restartNumberingAfterBreak="0">
    <w:nsid w:val="5F3E06F6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31" w15:restartNumberingAfterBreak="0">
    <w:nsid w:val="604B6D4A"/>
    <w:multiLevelType w:val="multilevel"/>
    <w:tmpl w:val="1FE28E64"/>
    <w:numStyleLink w:val="CentralEuropeStandard"/>
  </w:abstractNum>
  <w:abstractNum w:abstractNumId="32" w15:restartNumberingAfterBreak="0">
    <w:nsid w:val="627D0F31"/>
    <w:multiLevelType w:val="multilevel"/>
    <w:tmpl w:val="1FE28E64"/>
    <w:numStyleLink w:val="CentralEuropeStandard"/>
  </w:abstractNum>
  <w:abstractNum w:abstractNumId="33" w15:restartNumberingAfterBreak="0">
    <w:nsid w:val="63BB48D0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34" w15:restartNumberingAfterBreak="0">
    <w:nsid w:val="65617C76"/>
    <w:multiLevelType w:val="multilevel"/>
    <w:tmpl w:val="1FE28E64"/>
    <w:numStyleLink w:val="CentralEuropeStandard"/>
  </w:abstractNum>
  <w:abstractNum w:abstractNumId="35" w15:restartNumberingAfterBreak="0">
    <w:nsid w:val="67421FDA"/>
    <w:multiLevelType w:val="multilevel"/>
    <w:tmpl w:val="1FE28E64"/>
    <w:numStyleLink w:val="CentralEuropeStandard"/>
  </w:abstractNum>
  <w:abstractNum w:abstractNumId="36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7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39" w15:restartNumberingAfterBreak="0">
    <w:nsid w:val="6E4A5423"/>
    <w:multiLevelType w:val="multilevel"/>
    <w:tmpl w:val="EA58F362"/>
    <w:numStyleLink w:val="Formatvorlage1"/>
  </w:abstractNum>
  <w:abstractNum w:abstractNumId="40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744E2383"/>
    <w:multiLevelType w:val="multilevel"/>
    <w:tmpl w:val="A4606672"/>
    <w:numStyleLink w:val="Formatvorlage2"/>
  </w:abstractNum>
  <w:abstractNum w:abstractNumId="43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15C8A"/>
    <w:multiLevelType w:val="multilevel"/>
    <w:tmpl w:val="1FE28E64"/>
    <w:numStyleLink w:val="CentralEuropeStandard"/>
  </w:abstractNum>
  <w:abstractNum w:abstractNumId="46" w15:restartNumberingAfterBreak="0">
    <w:nsid w:val="7C4F253C"/>
    <w:multiLevelType w:val="multilevel"/>
    <w:tmpl w:val="A4606672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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7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48" w15:restartNumberingAfterBreak="0">
    <w:nsid w:val="7E6B1B3C"/>
    <w:multiLevelType w:val="multilevel"/>
    <w:tmpl w:val="D89441EC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Trebuchet MS" w:hAnsi="Trebuchet MS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num w:numId="1">
    <w:abstractNumId w:val="40"/>
  </w:num>
  <w:num w:numId="2">
    <w:abstractNumId w:val="41"/>
  </w:num>
  <w:num w:numId="3">
    <w:abstractNumId w:val="1"/>
  </w:num>
  <w:num w:numId="4">
    <w:abstractNumId w:val="44"/>
  </w:num>
  <w:num w:numId="5">
    <w:abstractNumId w:val="36"/>
  </w:num>
  <w:num w:numId="6">
    <w:abstractNumId w:val="17"/>
  </w:num>
  <w:num w:numId="7">
    <w:abstractNumId w:val="20"/>
  </w:num>
  <w:num w:numId="8">
    <w:abstractNumId w:val="23"/>
  </w:num>
  <w:num w:numId="9">
    <w:abstractNumId w:val="2"/>
  </w:num>
  <w:num w:numId="10">
    <w:abstractNumId w:val="37"/>
  </w:num>
  <w:num w:numId="11">
    <w:abstractNumId w:val="21"/>
  </w:num>
  <w:num w:numId="12">
    <w:abstractNumId w:val="13"/>
  </w:num>
  <w:num w:numId="13">
    <w:abstractNumId w:val="16"/>
  </w:num>
  <w:num w:numId="14">
    <w:abstractNumId w:val="0"/>
  </w:num>
  <w:num w:numId="15">
    <w:abstractNumId w:val="18"/>
  </w:num>
  <w:num w:numId="16">
    <w:abstractNumId w:val="12"/>
  </w:num>
  <w:num w:numId="17">
    <w:abstractNumId w:val="15"/>
  </w:num>
  <w:num w:numId="18">
    <w:abstractNumId w:val="43"/>
  </w:num>
  <w:num w:numId="19">
    <w:abstractNumId w:val="3"/>
  </w:num>
  <w:num w:numId="20">
    <w:abstractNumId w:val="22"/>
  </w:num>
  <w:num w:numId="21">
    <w:abstractNumId w:val="33"/>
  </w:num>
  <w:num w:numId="22">
    <w:abstractNumId w:val="9"/>
  </w:num>
  <w:num w:numId="23">
    <w:abstractNumId w:val="47"/>
  </w:num>
  <w:num w:numId="24">
    <w:abstractNumId w:val="14"/>
  </w:num>
  <w:num w:numId="25">
    <w:abstractNumId w:val="19"/>
  </w:num>
  <w:num w:numId="26">
    <w:abstractNumId w:val="48"/>
  </w:num>
  <w:num w:numId="27">
    <w:abstractNumId w:val="25"/>
  </w:num>
  <w:num w:numId="28">
    <w:abstractNumId w:val="26"/>
  </w:num>
  <w:num w:numId="29">
    <w:abstractNumId w:val="8"/>
  </w:num>
  <w:num w:numId="30">
    <w:abstractNumId w:val="30"/>
  </w:num>
  <w:num w:numId="31">
    <w:abstractNumId w:val="10"/>
  </w:num>
  <w:num w:numId="32">
    <w:abstractNumId w:val="34"/>
  </w:num>
  <w:num w:numId="33">
    <w:abstractNumId w:val="35"/>
  </w:num>
  <w:num w:numId="34">
    <w:abstractNumId w:val="6"/>
  </w:num>
  <w:num w:numId="35">
    <w:abstractNumId w:val="32"/>
  </w:num>
  <w:num w:numId="36">
    <w:abstractNumId w:val="4"/>
  </w:num>
  <w:num w:numId="37">
    <w:abstractNumId w:val="45"/>
  </w:num>
  <w:num w:numId="38">
    <w:abstractNumId w:val="27"/>
  </w:num>
  <w:num w:numId="39">
    <w:abstractNumId w:val="24"/>
  </w:num>
  <w:num w:numId="40">
    <w:abstractNumId w:val="31"/>
  </w:num>
  <w:num w:numId="41">
    <w:abstractNumId w:val="7"/>
  </w:num>
  <w:num w:numId="42">
    <w:abstractNumId w:val="28"/>
  </w:num>
  <w:num w:numId="43">
    <w:abstractNumId w:val="11"/>
  </w:num>
  <w:num w:numId="44">
    <w:abstractNumId w:val="46"/>
  </w:num>
  <w:num w:numId="45">
    <w:abstractNumId w:val="29"/>
  </w:num>
  <w:num w:numId="46">
    <w:abstractNumId w:val="5"/>
  </w:num>
  <w:num w:numId="47">
    <w:abstractNumId w:val="38"/>
  </w:num>
  <w:num w:numId="48">
    <w:abstractNumId w:val="39"/>
  </w:num>
  <w:num w:numId="49">
    <w:abstractNumId w:val="4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41E"/>
    <w:rsid w:val="0000034E"/>
    <w:rsid w:val="000006C3"/>
    <w:rsid w:val="00000910"/>
    <w:rsid w:val="00000C01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55C2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9DD"/>
    <w:rsid w:val="00081B27"/>
    <w:rsid w:val="000829E4"/>
    <w:rsid w:val="00082A3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094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013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52B"/>
    <w:rsid w:val="00181475"/>
    <w:rsid w:val="00181587"/>
    <w:rsid w:val="00182A68"/>
    <w:rsid w:val="00182A8F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662D"/>
    <w:rsid w:val="001F691B"/>
    <w:rsid w:val="001F6956"/>
    <w:rsid w:val="001F6DD6"/>
    <w:rsid w:val="001F7D1F"/>
    <w:rsid w:val="001F7F35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33A"/>
    <w:rsid w:val="0026048F"/>
    <w:rsid w:val="00262281"/>
    <w:rsid w:val="00262718"/>
    <w:rsid w:val="0026449B"/>
    <w:rsid w:val="00264BAB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9784C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5F95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FC5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2F8"/>
    <w:rsid w:val="00411EB4"/>
    <w:rsid w:val="00412269"/>
    <w:rsid w:val="004125EA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4F4E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D8C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0E9"/>
    <w:rsid w:val="005351DB"/>
    <w:rsid w:val="00535592"/>
    <w:rsid w:val="005365C1"/>
    <w:rsid w:val="00536BB1"/>
    <w:rsid w:val="00536D79"/>
    <w:rsid w:val="005404D9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289D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932"/>
    <w:rsid w:val="005C0C02"/>
    <w:rsid w:val="005C1E55"/>
    <w:rsid w:val="005C332A"/>
    <w:rsid w:val="005C38E9"/>
    <w:rsid w:val="005C48C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646"/>
    <w:rsid w:val="00674D16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77EF"/>
    <w:rsid w:val="00737D28"/>
    <w:rsid w:val="00740CFE"/>
    <w:rsid w:val="007412A2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39D3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6526"/>
    <w:rsid w:val="007977BD"/>
    <w:rsid w:val="007A0373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6FAA"/>
    <w:rsid w:val="007B70C3"/>
    <w:rsid w:val="007C1959"/>
    <w:rsid w:val="007C26CE"/>
    <w:rsid w:val="007C3C67"/>
    <w:rsid w:val="007C3DBC"/>
    <w:rsid w:val="007C4CB8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6F6"/>
    <w:rsid w:val="007F5387"/>
    <w:rsid w:val="007F538A"/>
    <w:rsid w:val="007F62A3"/>
    <w:rsid w:val="007F695D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5469"/>
    <w:rsid w:val="008159CC"/>
    <w:rsid w:val="00815B18"/>
    <w:rsid w:val="00816B1E"/>
    <w:rsid w:val="00816C57"/>
    <w:rsid w:val="00817263"/>
    <w:rsid w:val="00817E89"/>
    <w:rsid w:val="008203C9"/>
    <w:rsid w:val="00820973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D38"/>
    <w:rsid w:val="008C2962"/>
    <w:rsid w:val="008C2B28"/>
    <w:rsid w:val="008C3EED"/>
    <w:rsid w:val="008C4A3D"/>
    <w:rsid w:val="008C5D68"/>
    <w:rsid w:val="008C68CF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09B5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B61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0A7"/>
    <w:rsid w:val="00984204"/>
    <w:rsid w:val="0098497E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434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078"/>
    <w:rsid w:val="009B4795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2B0"/>
    <w:rsid w:val="009C56DF"/>
    <w:rsid w:val="009C64EC"/>
    <w:rsid w:val="009C6C31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A85"/>
    <w:rsid w:val="00A34B77"/>
    <w:rsid w:val="00A350E1"/>
    <w:rsid w:val="00A35253"/>
    <w:rsid w:val="00A35723"/>
    <w:rsid w:val="00A3705C"/>
    <w:rsid w:val="00A4128F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6067"/>
    <w:rsid w:val="00A761CA"/>
    <w:rsid w:val="00A76B08"/>
    <w:rsid w:val="00A771DA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5069"/>
    <w:rsid w:val="00B35602"/>
    <w:rsid w:val="00B35BD8"/>
    <w:rsid w:val="00B3603F"/>
    <w:rsid w:val="00B36620"/>
    <w:rsid w:val="00B3678F"/>
    <w:rsid w:val="00B3693D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F8"/>
    <w:rsid w:val="00BD2302"/>
    <w:rsid w:val="00BD27EC"/>
    <w:rsid w:val="00BD3450"/>
    <w:rsid w:val="00BD40DF"/>
    <w:rsid w:val="00BD46FC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4853"/>
    <w:rsid w:val="00C0518F"/>
    <w:rsid w:val="00C0535D"/>
    <w:rsid w:val="00C05C43"/>
    <w:rsid w:val="00C06CC2"/>
    <w:rsid w:val="00C071E7"/>
    <w:rsid w:val="00C117AE"/>
    <w:rsid w:val="00C12AF1"/>
    <w:rsid w:val="00C12C0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2DC1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2F62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113D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E0C"/>
    <w:rsid w:val="00DA1CAE"/>
    <w:rsid w:val="00DA32DC"/>
    <w:rsid w:val="00DA456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FD"/>
    <w:rsid w:val="00DE1B15"/>
    <w:rsid w:val="00DE1B9B"/>
    <w:rsid w:val="00DE1D80"/>
    <w:rsid w:val="00DE2732"/>
    <w:rsid w:val="00DE2871"/>
    <w:rsid w:val="00DE2936"/>
    <w:rsid w:val="00DE3232"/>
    <w:rsid w:val="00DE38FD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180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2215"/>
    <w:rsid w:val="00E623DC"/>
    <w:rsid w:val="00E62F76"/>
    <w:rsid w:val="00E63273"/>
    <w:rsid w:val="00E635DA"/>
    <w:rsid w:val="00E64C73"/>
    <w:rsid w:val="00E654BC"/>
    <w:rsid w:val="00E65F11"/>
    <w:rsid w:val="00E66A78"/>
    <w:rsid w:val="00E66ED8"/>
    <w:rsid w:val="00E70080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FF9"/>
    <w:rsid w:val="00ED1ECE"/>
    <w:rsid w:val="00ED2E83"/>
    <w:rsid w:val="00ED3C2B"/>
    <w:rsid w:val="00ED4990"/>
    <w:rsid w:val="00ED49F6"/>
    <w:rsid w:val="00ED516F"/>
    <w:rsid w:val="00ED741E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6D3F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4EBB"/>
    <w:rsid w:val="00F26DB9"/>
    <w:rsid w:val="00F27688"/>
    <w:rsid w:val="00F27888"/>
    <w:rsid w:val="00F27F42"/>
    <w:rsid w:val="00F3027E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EB6"/>
    <w:rsid w:val="00F764FA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45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CB9"/>
    <w:rsid w:val="00FE1FD9"/>
    <w:rsid w:val="00FE2C40"/>
    <w:rsid w:val="00FE314C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21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9254122"/>
  <w15:docId w15:val="{78AF085D-DD37-413C-9F17-22B823A9D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47724A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basedOn w:val="Standard"/>
    <w:link w:val="ListenabsatzZchn"/>
    <w:uiPriority w:val="34"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unotentext">
    <w:name w:val="footnote text"/>
    <w:aliases w:val="Footnote"/>
    <w:link w:val="FunotentextZchn"/>
    <w:uiPriority w:val="99"/>
    <w:unhideWhenUsed/>
    <w:qFormat/>
    <w:rsid w:val="00115498"/>
    <w:rPr>
      <w:rFonts w:ascii="Trebuchet MS" w:hAnsi="Trebuchet MS"/>
      <w:color w:val="A6A7A9" w:themeColor="accent5"/>
      <w:sz w:val="14"/>
    </w:rPr>
  </w:style>
  <w:style w:type="character" w:customStyle="1" w:styleId="FunotentextZchn">
    <w:name w:val="Fußnotentext Zchn"/>
    <w:aliases w:val="Footnote Zchn"/>
    <w:basedOn w:val="Absatz-Standardschriftart"/>
    <w:link w:val="Funotentext"/>
    <w:uiPriority w:val="99"/>
    <w:rsid w:val="00115498"/>
    <w:rPr>
      <w:rFonts w:ascii="Trebuchet MS" w:hAnsi="Trebuchet MS"/>
      <w:color w:val="A6A7A9" w:themeColor="accent5"/>
      <w:sz w:val="14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Formatvorlage3">
    <w:name w:val="Formatvorlage3"/>
    <w:basedOn w:val="NormaleTabelle"/>
    <w:uiPriority w:val="99"/>
    <w:rsid w:val="005158CB"/>
    <w:rPr>
      <w:rFonts w:ascii="Trebuchet MS" w:hAnsi="Trebuchet MS"/>
    </w:rPr>
    <w:tblPr/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color w:val="7E93A5" w:themeColor="background2"/>
        <w:sz w:val="60"/>
        <w:u w:color="7E93A5" w:themeColor="background2"/>
        <w:vertAlign w:val="baseline"/>
      </w:rPr>
    </w:tblStylePr>
    <w:tblStylePr w:type="lastCol">
      <w:rPr>
        <w:rFonts w:ascii="Trebuchet MS" w:hAnsi="Trebuchet MS"/>
        <w:caps w:val="0"/>
        <w:smallCaps w:val="0"/>
        <w:strike w:val="0"/>
        <w:dstrike w:val="0"/>
        <w:vanish w:val="0"/>
        <w:color w:val="4D4D4E" w:themeColor="text2"/>
        <w:sz w:val="18"/>
        <w:u w:color="4D4D4E" w:themeColor="text2"/>
        <w:vertAlign w:val="baseline"/>
      </w:rPr>
      <w:tblPr/>
      <w:tcPr>
        <w:tcBorders>
          <w:top w:val="nil"/>
          <w:bottom w:val="nil"/>
        </w:tcBorders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1">
    <w:name w:val="CE-Head1"/>
    <w:basedOn w:val="berschrift2"/>
    <w:next w:val="CE-StandardText"/>
    <w:link w:val="CE-Head1Zchn"/>
    <w:qFormat/>
    <w:rsid w:val="00D812D9"/>
    <w:pPr>
      <w:numPr>
        <w:numId w:val="0"/>
      </w:numPr>
      <w:spacing w:before="0" w:after="0"/>
    </w:pPr>
    <w:rPr>
      <w:rFonts w:ascii="Trebuchet MS" w:hAnsi="Trebuchet MS"/>
      <w:noProof/>
      <w:color w:val="7E93A5" w:themeColor="background2"/>
      <w:spacing w:val="-10"/>
      <w:sz w:val="38"/>
      <w:szCs w:val="32"/>
      <w:lang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A61ED0"/>
    <w:rPr>
      <w:rFonts w:ascii="Trebuchet MS" w:hAnsi="Trebuchet MS"/>
      <w:sz w:val="18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2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b/>
        <w:bCs/>
        <w:color w:val="0C0C0C" w:themeColor="text1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table" w:customStyle="1" w:styleId="CE-Table2">
    <w:name w:val="CE-Table 2"/>
    <w:basedOn w:val="NormaleTabelle"/>
    <w:uiPriority w:val="50"/>
    <w:rsid w:val="00A61ED0"/>
    <w:rPr>
      <w:rFonts w:ascii="Trebuchet MS" w:hAnsi="Trebuchet MS"/>
      <w:sz w:val="18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  <w:tcMar>
        <w:top w:w="108" w:type="dxa"/>
        <w:bottom w:w="108" w:type="dxa"/>
      </w:tcMar>
      <w:vAlign w:val="center"/>
    </w:tcPr>
    <w:tblStylePr w:type="firstRow">
      <w:rPr>
        <w:rFonts w:ascii="Trebuchet MS" w:hAnsi="Trebuchet MS"/>
        <w:b/>
        <w:bCs/>
        <w:color w:val="FFFFFF" w:themeColor="background1"/>
        <w:sz w:val="26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  <w:vAlign w:val="center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2">
    <w:name w:val="CE-Head2"/>
    <w:basedOn w:val="CE-Head1"/>
    <w:next w:val="CE-StandardText"/>
    <w:link w:val="CE-Head2Zchn"/>
    <w:qFormat/>
    <w:rsid w:val="004E7FC2"/>
    <w:pPr>
      <w:spacing w:before="120" w:after="120" w:line="240" w:lineRule="auto"/>
      <w:ind w:right="340"/>
    </w:pPr>
    <w:rPr>
      <w:sz w:val="26"/>
      <w:szCs w:val="26"/>
    </w:rPr>
  </w:style>
  <w:style w:type="paragraph" w:customStyle="1" w:styleId="CE-Head3">
    <w:name w:val="CE-Head3"/>
    <w:basedOn w:val="Headline2"/>
    <w:next w:val="CE-StandardText"/>
    <w:link w:val="CE-Head3Zchn"/>
    <w:qFormat/>
    <w:rsid w:val="00AC761A"/>
    <w:pPr>
      <w:spacing w:before="0" w:after="40"/>
      <w:ind w:left="0" w:right="340"/>
    </w:pPr>
    <w:rPr>
      <w:rFonts w:ascii="Trebuchet MS" w:hAnsi="Trebuchet MS"/>
      <w:color w:val="7E93A5" w:themeColor="background2"/>
      <w:sz w:val="22"/>
      <w:szCs w:val="24"/>
      <w:lang w:val="en-US"/>
    </w:rPr>
  </w:style>
  <w:style w:type="character" w:customStyle="1" w:styleId="CE-Head1Zchn">
    <w:name w:val="CE-Head1 Zchn"/>
    <w:basedOn w:val="berschrift2Zchn"/>
    <w:link w:val="CE-Head1"/>
    <w:rsid w:val="00D812D9"/>
    <w:rPr>
      <w:rFonts w:ascii="Trebuchet MS" w:hAnsi="Trebuchet MS"/>
      <w:b/>
      <w:bCs/>
      <w:iCs/>
      <w:noProof/>
      <w:color w:val="7E93A5" w:themeColor="background2"/>
      <w:spacing w:val="-10"/>
      <w:sz w:val="38"/>
      <w:szCs w:val="32"/>
      <w:lang w:eastAsia="de-AT"/>
    </w:rPr>
  </w:style>
  <w:style w:type="character" w:customStyle="1" w:styleId="CE-Head2Zchn">
    <w:name w:val="CE-Head2 Zchn"/>
    <w:basedOn w:val="CE-Head1Zchn"/>
    <w:link w:val="CE-Head2"/>
    <w:rsid w:val="004E7FC2"/>
    <w:rPr>
      <w:rFonts w:ascii="Trebuchet MS" w:hAnsi="Trebuchet MS"/>
      <w:b/>
      <w:bCs/>
      <w:iCs/>
      <w:noProof/>
      <w:color w:val="7E93A5" w:themeColor="background2"/>
      <w:spacing w:val="-10"/>
      <w:sz w:val="26"/>
      <w:szCs w:val="26"/>
      <w:lang w:eastAsia="de-AT"/>
    </w:rPr>
  </w:style>
  <w:style w:type="paragraph" w:customStyle="1" w:styleId="CE-StandardText">
    <w:name w:val="CE-StandardText"/>
    <w:basedOn w:val="Standard"/>
    <w:link w:val="CE-StandardTextZchn"/>
    <w:qFormat/>
    <w:rsid w:val="00D04F38"/>
    <w:pPr>
      <w:spacing w:before="0" w:line="360" w:lineRule="auto"/>
      <w:ind w:left="0" w:right="0"/>
    </w:pPr>
    <w:rPr>
      <w:rFonts w:ascii="Trebuchet MS" w:hAnsi="Trebuchet MS"/>
      <w:color w:val="4D4D4E" w:themeColor="text2"/>
      <w:sz w:val="18"/>
      <w:szCs w:val="18"/>
      <w:lang w:val="en-US"/>
    </w:rPr>
  </w:style>
  <w:style w:type="character" w:customStyle="1" w:styleId="CE-Head3Zchn">
    <w:name w:val="CE-Head3 Zchn"/>
    <w:basedOn w:val="Headline2Char"/>
    <w:link w:val="CE-Head3"/>
    <w:rsid w:val="00AC761A"/>
    <w:rPr>
      <w:rFonts w:ascii="Trebuchet MS" w:eastAsia="Calibri" w:hAnsi="Trebuchet MS"/>
      <w:b w:val="0"/>
      <w:bCs/>
      <w:iCs/>
      <w:color w:val="7E93A5" w:themeColor="background2"/>
      <w:sz w:val="22"/>
      <w:szCs w:val="24"/>
      <w:lang w:val="en-US"/>
    </w:rPr>
  </w:style>
  <w:style w:type="paragraph" w:customStyle="1" w:styleId="CE-List-Bullet">
    <w:name w:val="CE-List-Bullet"/>
    <w:basedOn w:val="CE-StandardText"/>
    <w:link w:val="CE-List-BulletZchn"/>
    <w:qFormat/>
    <w:rsid w:val="00C71A57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D04F38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71A57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Head">
    <w:name w:val="CE-Table Head"/>
    <w:basedOn w:val="CE-Head2"/>
    <w:link w:val="CE-TableHeadZchn"/>
    <w:qFormat/>
    <w:rsid w:val="00CE136A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87669D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2Zchn"/>
    <w:link w:val="CE-TableHead"/>
    <w:rsid w:val="00CE136A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eastAsia="de-AT"/>
    </w:rPr>
  </w:style>
  <w:style w:type="paragraph" w:customStyle="1" w:styleId="CE-TableList">
    <w:name w:val="CE-Table List"/>
    <w:basedOn w:val="CE-List-Bullet"/>
    <w:link w:val="CE-TableListZchn"/>
    <w:autoRedefine/>
    <w:qFormat/>
    <w:rsid w:val="0017518B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87669D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17518B"/>
    <w:rPr>
      <w:rFonts w:ascii="Trebuchet MS" w:hAnsi="Trebuchet MS"/>
      <w:color w:val="393626" w:themeColor="accent6" w:themeShade="BF"/>
      <w:spacing w:val="-2"/>
      <w:sz w:val="16"/>
      <w:szCs w:val="16"/>
      <w:lang w:val="en-US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MEGA">
    <w:name w:val="CE-MEGA"/>
    <w:basedOn w:val="PubTitle"/>
    <w:next w:val="CE-StandardText"/>
    <w:link w:val="CE-MEGAZchn"/>
    <w:qFormat/>
    <w:rsid w:val="00346665"/>
    <w:pPr>
      <w:spacing w:line="700" w:lineRule="exact"/>
    </w:pPr>
    <w:rPr>
      <w:b w:val="0"/>
      <w:caps/>
      <w:color w:val="7E93A5" w:themeColor="background2"/>
      <w:sz w:val="60"/>
      <w:szCs w:val="76"/>
    </w:rPr>
  </w:style>
  <w:style w:type="character" w:customStyle="1" w:styleId="CE-MEGAZchn">
    <w:name w:val="CE-MEGA Zchn"/>
    <w:basedOn w:val="PubTitleZchn"/>
    <w:link w:val="CE-MEGA"/>
    <w:rsid w:val="00346665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US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DB1466"/>
  </w:style>
  <w:style w:type="character" w:customStyle="1" w:styleId="QuickListZchn">
    <w:name w:val="Quick List Zchn"/>
    <w:basedOn w:val="CE-StandardTextZchn"/>
    <w:link w:val="QuickList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QuickList2">
    <w:name w:val="Quick List 2"/>
    <w:basedOn w:val="QuickList"/>
    <w:link w:val="QuickList2Zchn"/>
    <w:qFormat/>
    <w:rsid w:val="00DB1466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1161C3"/>
    <w:pPr>
      <w:numPr>
        <w:numId w:val="22"/>
      </w:numPr>
    </w:pPr>
  </w:style>
  <w:style w:type="character" w:customStyle="1" w:styleId="QuickList2Zchn">
    <w:name w:val="Quick List 2 Zchn"/>
    <w:basedOn w:val="QuickListZchn"/>
    <w:link w:val="QuickList2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64344A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1161C3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">
    <w:name w:val="CE-Table Standard"/>
    <w:basedOn w:val="CE-TableStandardWhite"/>
    <w:link w:val="CE-TableStandardZchn"/>
    <w:qFormat/>
    <w:rsid w:val="00ED042D"/>
    <w:pPr>
      <w:spacing w:line="360" w:lineRule="auto"/>
    </w:pPr>
    <w:rPr>
      <w:b w:val="0"/>
      <w:color w:val="4D4D4E" w:themeColor="text2"/>
    </w:rPr>
  </w:style>
  <w:style w:type="character" w:customStyle="1" w:styleId="CE-TableStandardWhiteZchn">
    <w:name w:val="CE-Table Standard White Zchn"/>
    <w:basedOn w:val="CE-StandardTextZchn"/>
    <w:link w:val="CE-TableStandardWhite"/>
    <w:rsid w:val="0064344A"/>
    <w:rPr>
      <w:rFonts w:ascii="Trebuchet MS" w:hAnsi="Trebuchet MS"/>
      <w:b/>
      <w:bCs/>
      <w:color w:val="FFFFFF" w:themeColor="background1"/>
      <w:sz w:val="18"/>
      <w:szCs w:val="18"/>
      <w:lang w:val="en-US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87669D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ED042D"/>
    <w:rPr>
      <w:rFonts w:ascii="Trebuchet MS" w:hAnsi="Trebuchet MS"/>
      <w:b w:val="0"/>
      <w:bCs/>
      <w:color w:val="4D4D4E" w:themeColor="text2"/>
      <w:sz w:val="18"/>
      <w:szCs w:val="18"/>
      <w:lang w:val="en-US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87669D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3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450358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450358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table" w:customStyle="1" w:styleId="GridTable5Dark-Accent11">
    <w:name w:val="Grid Table 5 Dark - Accent 11"/>
    <w:basedOn w:val="NormaleTabelle"/>
    <w:uiPriority w:val="50"/>
    <w:rsid w:val="008E6EE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DAE0A-08EE-4B11-AC58-6AF5FB67B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Implementation manual</vt:lpstr>
      <vt:lpstr>Implementation manual</vt:lpstr>
    </vt:vector>
  </TitlesOfParts>
  <Company>Magistrat der Stadt Wien, MA 14 - ADV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Schönerklee-Grasser Monika</dc:creator>
  <cp:lastModifiedBy>Kascakova Dana</cp:lastModifiedBy>
  <cp:revision>9</cp:revision>
  <cp:lastPrinted>2016-04-05T12:14:00Z</cp:lastPrinted>
  <dcterms:created xsi:type="dcterms:W3CDTF">2016-06-13T09:53:00Z</dcterms:created>
  <dcterms:modified xsi:type="dcterms:W3CDTF">2016-07-21T09:52:00Z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