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6578"/>
      </w:tblGrid>
      <w:tr w:rsidR="004D53E9" w:rsidRPr="007C44FB" w14:paraId="5FCADB86" w14:textId="77777777" w:rsidTr="00CE6093">
        <w:tc>
          <w:tcPr>
            <w:tcW w:w="2494" w:type="dxa"/>
          </w:tcPr>
          <w:p w14:paraId="687FD7E7" w14:textId="77777777" w:rsidR="004D53E9" w:rsidRPr="007C44FB" w:rsidRDefault="004D53E9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1762480189" w:edGrp="everyone" w:colFirst="1" w:colLast="1"/>
            <w:r w:rsidRPr="007C44FB">
              <w:rPr>
                <w:rFonts w:ascii="Trebuchet MS" w:hAnsi="Trebuchet MS" w:cs="Arial"/>
                <w:sz w:val="20"/>
                <w:lang w:val="en-GB"/>
              </w:rPr>
              <w:t>Project acronym</w:t>
            </w:r>
          </w:p>
        </w:tc>
        <w:tc>
          <w:tcPr>
            <w:tcW w:w="6578" w:type="dxa"/>
          </w:tcPr>
          <w:p w14:paraId="0B8A9D8D" w14:textId="77777777" w:rsidR="004D53E9" w:rsidRPr="007C44FB" w:rsidRDefault="004D53E9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instrText xml:space="preserve"> FORMTEXT </w:instrTex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separate"/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end"/>
            </w:r>
          </w:p>
        </w:tc>
      </w:tr>
      <w:tr w:rsidR="004D53E9" w:rsidRPr="007C44FB" w14:paraId="713B5237" w14:textId="77777777" w:rsidTr="00CE6093">
        <w:tc>
          <w:tcPr>
            <w:tcW w:w="2494" w:type="dxa"/>
          </w:tcPr>
          <w:p w14:paraId="04549174" w14:textId="6B5812C2" w:rsidR="004D53E9" w:rsidRPr="007C44FB" w:rsidRDefault="00AE6AD7" w:rsidP="005C19AE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673841736" w:edGrp="everyone" w:colFirst="1" w:colLast="1"/>
            <w:permEnd w:id="1762480189"/>
            <w:r>
              <w:rPr>
                <w:rFonts w:ascii="Trebuchet MS" w:hAnsi="Trebuchet MS" w:cs="Arial"/>
                <w:sz w:val="20"/>
                <w:lang w:val="en-GB"/>
              </w:rPr>
              <w:t>Project ID</w:t>
            </w:r>
          </w:p>
        </w:tc>
        <w:tc>
          <w:tcPr>
            <w:tcW w:w="6578" w:type="dxa"/>
          </w:tcPr>
          <w:p w14:paraId="3B5CC697" w14:textId="77777777" w:rsidR="004D53E9" w:rsidRPr="007C44FB" w:rsidRDefault="004D53E9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instrText xml:space="preserve"> FORMTEXT </w:instrTex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separate"/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end"/>
            </w:r>
          </w:p>
        </w:tc>
      </w:tr>
      <w:tr w:rsidR="000B2FCA" w:rsidRPr="000B2FCA" w14:paraId="3B6F19FD" w14:textId="77777777" w:rsidTr="00CE6093">
        <w:tc>
          <w:tcPr>
            <w:tcW w:w="2494" w:type="dxa"/>
          </w:tcPr>
          <w:p w14:paraId="0BCDED23" w14:textId="77777777" w:rsidR="000B2FCA" w:rsidRPr="007C44FB" w:rsidRDefault="000B2FCA" w:rsidP="000B2FCA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1694974185" w:edGrp="everyone" w:colFirst="1" w:colLast="1"/>
            <w:permEnd w:id="673841736"/>
            <w:r w:rsidRPr="000B2FCA">
              <w:rPr>
                <w:rFonts w:ascii="Trebuchet MS" w:hAnsi="Trebuchet MS" w:cs="Arial"/>
                <w:sz w:val="20"/>
                <w:lang w:val="en-GB"/>
              </w:rPr>
              <w:t>Name of the organisation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>in original language</w:t>
            </w:r>
          </w:p>
        </w:tc>
        <w:tc>
          <w:tcPr>
            <w:tcW w:w="6578" w:type="dxa"/>
          </w:tcPr>
          <w:p w14:paraId="760F1394" w14:textId="77777777" w:rsidR="000B2FCA" w:rsidRPr="007C44FB" w:rsidRDefault="000B2FCA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instrText xml:space="preserve"> FORMTEXT </w:instrTex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separate"/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end"/>
            </w:r>
          </w:p>
        </w:tc>
      </w:tr>
      <w:tr w:rsidR="000B2FCA" w:rsidRPr="000B2FCA" w14:paraId="69A835CF" w14:textId="77777777" w:rsidTr="00CE6093">
        <w:tc>
          <w:tcPr>
            <w:tcW w:w="2494" w:type="dxa"/>
          </w:tcPr>
          <w:p w14:paraId="3044D740" w14:textId="77777777" w:rsidR="000B2FCA" w:rsidRPr="007C44FB" w:rsidRDefault="000B2FCA" w:rsidP="000B2FCA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permStart w:id="2069107529" w:edGrp="everyone" w:colFirst="1" w:colLast="1"/>
            <w:permEnd w:id="1694974185"/>
            <w:r w:rsidRPr="000B2FCA">
              <w:rPr>
                <w:rFonts w:ascii="Trebuchet MS" w:hAnsi="Trebuchet MS" w:cs="Arial"/>
                <w:sz w:val="20"/>
                <w:lang w:val="en-GB"/>
              </w:rPr>
              <w:t>Name of the organisation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 xml:space="preserve">in </w:t>
            </w:r>
            <w:r>
              <w:rPr>
                <w:rFonts w:ascii="Trebuchet MS" w:hAnsi="Trebuchet MS" w:cs="Arial"/>
                <w:sz w:val="20"/>
                <w:lang w:val="en-GB"/>
              </w:rPr>
              <w:t xml:space="preserve">English </w:t>
            </w:r>
            <w:r w:rsidRPr="000B2FCA">
              <w:rPr>
                <w:rFonts w:ascii="Trebuchet MS" w:hAnsi="Trebuchet MS" w:cs="Arial"/>
                <w:sz w:val="20"/>
                <w:lang w:val="en-GB"/>
              </w:rPr>
              <w:t>language</w:t>
            </w:r>
          </w:p>
        </w:tc>
        <w:tc>
          <w:tcPr>
            <w:tcW w:w="6578" w:type="dxa"/>
          </w:tcPr>
          <w:p w14:paraId="5C029202" w14:textId="77777777" w:rsidR="000B2FCA" w:rsidRPr="007C44FB" w:rsidRDefault="000B2FCA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instrText xml:space="preserve"> FORMTEXT </w:instrTex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separate"/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noProof/>
                <w:sz w:val="20"/>
                <w:lang w:val="en-GB"/>
              </w:rPr>
              <w:t> </w:t>
            </w:r>
            <w:r w:rsidRPr="007C44FB">
              <w:rPr>
                <w:rFonts w:ascii="Trebuchet MS" w:hAnsi="Trebuchet MS" w:cs="Arial"/>
                <w:sz w:val="20"/>
                <w:lang w:val="en-GB"/>
              </w:rPr>
              <w:fldChar w:fldCharType="end"/>
            </w:r>
          </w:p>
        </w:tc>
      </w:tr>
      <w:permEnd w:id="2069107529"/>
      <w:tr w:rsidR="00097E4E" w:rsidRPr="007C44FB" w14:paraId="06C864B4" w14:textId="77777777" w:rsidTr="00CE6093">
        <w:tc>
          <w:tcPr>
            <w:tcW w:w="2494" w:type="dxa"/>
          </w:tcPr>
          <w:p w14:paraId="7525334B" w14:textId="63CB984B" w:rsidR="00097E4E" w:rsidRPr="007C44FB" w:rsidRDefault="00097E4E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Partner No</w:t>
            </w:r>
            <w:r w:rsidR="007375CD">
              <w:rPr>
                <w:rFonts w:ascii="Trebuchet MS" w:hAnsi="Trebuchet MS" w:cs="Arial"/>
                <w:sz w:val="20"/>
                <w:lang w:val="en-GB"/>
              </w:rPr>
              <w:t xml:space="preserve"> as listed in the application form</w:t>
            </w:r>
          </w:p>
        </w:tc>
        <w:tc>
          <w:tcPr>
            <w:tcW w:w="6578" w:type="dxa"/>
          </w:tcPr>
          <w:p w14:paraId="2F2DB012" w14:textId="460E3895" w:rsidR="00097E4E" w:rsidRPr="007C44FB" w:rsidRDefault="00097E4E" w:rsidP="007C44FB">
            <w:pPr>
              <w:spacing w:before="60"/>
              <w:jc w:val="both"/>
              <w:rPr>
                <w:rFonts w:ascii="Trebuchet MS" w:hAnsi="Trebuchet MS" w:cs="Arial"/>
                <w:sz w:val="20"/>
                <w:lang w:val="en-GB"/>
              </w:rPr>
            </w:pPr>
            <w:r w:rsidRPr="007C44FB">
              <w:rPr>
                <w:rFonts w:ascii="Trebuchet MS" w:hAnsi="Trebuchet MS" w:cs="Arial"/>
                <w:sz w:val="20"/>
                <w:lang w:val="en-GB"/>
              </w:rPr>
              <w:t>Lead partner</w:t>
            </w:r>
          </w:p>
        </w:tc>
      </w:tr>
    </w:tbl>
    <w:p w14:paraId="50CC0FC7" w14:textId="77777777" w:rsidR="004D53E9" w:rsidRDefault="004D53E9" w:rsidP="007C44FB">
      <w:pPr>
        <w:spacing w:before="60" w:after="0" w:line="240" w:lineRule="auto"/>
        <w:jc w:val="both"/>
        <w:rPr>
          <w:rFonts w:ascii="Trebuchet MS" w:hAnsi="Trebuchet MS" w:cs="Arial"/>
          <w:lang w:val="en-GB"/>
        </w:rPr>
      </w:pPr>
    </w:p>
    <w:p w14:paraId="3F861C96" w14:textId="52BE4FF1" w:rsidR="008D2FD3" w:rsidRPr="007C44FB" w:rsidRDefault="008D2FD3" w:rsidP="008D2FD3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The undersigned, representing the</w:t>
      </w:r>
      <w:r w:rsidR="00135C91">
        <w:rPr>
          <w:rFonts w:ascii="Trebuchet MS" w:hAnsi="Trebuchet MS" w:cs="Arial"/>
          <w:sz w:val="20"/>
          <w:szCs w:val="20"/>
          <w:lang w:val="en-GB"/>
        </w:rPr>
        <w:t xml:space="preserve"> </w:t>
      </w:r>
      <w:permStart w:id="2122611112" w:edGrp="everyone"/>
      <w:r w:rsidR="00135C91">
        <w:rPr>
          <w:rFonts w:ascii="Trebuchet MS" w:hAnsi="Trebuchet MS" w:cs="Arial"/>
          <w:sz w:val="20"/>
          <w:lang w:val="en-GB"/>
        </w:rPr>
        <w:fldChar w:fldCharType="begin">
          <w:ffData>
            <w:name w:val="Text1"/>
            <w:enabled/>
            <w:calcOnExit w:val="0"/>
            <w:textInput>
              <w:default w:val="Official name of the lead applicant organisation in English as listed in the AF"/>
            </w:textInput>
          </w:ffData>
        </w:fldChar>
      </w:r>
      <w:bookmarkStart w:id="0" w:name="Text1"/>
      <w:r w:rsidR="00135C91">
        <w:rPr>
          <w:rFonts w:ascii="Trebuchet MS" w:hAnsi="Trebuchet MS" w:cs="Arial"/>
          <w:sz w:val="20"/>
          <w:lang w:val="en-GB"/>
        </w:rPr>
        <w:instrText xml:space="preserve"> FORMTEXT </w:instrText>
      </w:r>
      <w:r w:rsidR="00135C91">
        <w:rPr>
          <w:rFonts w:ascii="Trebuchet MS" w:hAnsi="Trebuchet MS" w:cs="Arial"/>
          <w:sz w:val="20"/>
          <w:lang w:val="en-GB"/>
        </w:rPr>
      </w:r>
      <w:r w:rsidR="00135C91">
        <w:rPr>
          <w:rFonts w:ascii="Trebuchet MS" w:hAnsi="Trebuchet MS" w:cs="Arial"/>
          <w:sz w:val="20"/>
          <w:lang w:val="en-GB"/>
        </w:rPr>
        <w:fldChar w:fldCharType="separate"/>
      </w:r>
      <w:r w:rsidR="00135C91">
        <w:rPr>
          <w:rFonts w:ascii="Trebuchet MS" w:hAnsi="Trebuchet MS" w:cs="Arial"/>
          <w:noProof/>
          <w:sz w:val="20"/>
          <w:lang w:val="en-GB"/>
        </w:rPr>
        <w:t>Official name of the lead applicant organisation in English as listed in the AF</w:t>
      </w:r>
      <w:r w:rsidR="00135C91">
        <w:rPr>
          <w:rFonts w:ascii="Trebuchet MS" w:hAnsi="Trebuchet MS" w:cs="Arial"/>
          <w:sz w:val="20"/>
          <w:lang w:val="en-GB"/>
        </w:rPr>
        <w:fldChar w:fldCharType="end"/>
      </w:r>
      <w:bookmarkEnd w:id="0"/>
      <w:permEnd w:id="2122611112"/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7375CD">
        <w:rPr>
          <w:rFonts w:ascii="Trebuchet MS" w:hAnsi="Trebuchet MS" w:cs="Arial"/>
          <w:sz w:val="20"/>
          <w:szCs w:val="20"/>
          <w:lang w:val="en-GB"/>
        </w:rPr>
        <w:t xml:space="preserve">participating in the above mentioned Interreg CENTRAL EUROPE 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project </w:t>
      </w:r>
      <w:r w:rsidR="007375CD">
        <w:rPr>
          <w:rFonts w:ascii="Trebuchet MS" w:hAnsi="Trebuchet MS" w:cs="Arial"/>
          <w:sz w:val="20"/>
          <w:szCs w:val="20"/>
          <w:lang w:val="en-GB"/>
        </w:rPr>
        <w:t>proposal with the role of lead partner,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>hereby certifies the following</w:t>
      </w:r>
      <w:r w:rsidRPr="007C44FB">
        <w:rPr>
          <w:rFonts w:ascii="Trebuchet MS" w:hAnsi="Trebuchet MS" w:cs="Arial"/>
          <w:sz w:val="20"/>
          <w:szCs w:val="20"/>
          <w:lang w:val="en-GB"/>
        </w:rPr>
        <w:t>:</w:t>
      </w:r>
    </w:p>
    <w:p w14:paraId="7E6E1B13" w14:textId="5868BFCD" w:rsidR="00566857" w:rsidRDefault="00566857" w:rsidP="007C44FB">
      <w:pPr>
        <w:spacing w:before="60" w:after="0" w:line="240" w:lineRule="auto"/>
        <w:jc w:val="both"/>
        <w:rPr>
          <w:rFonts w:ascii="Trebuchet MS" w:hAnsi="Trebuchet MS" w:cs="Arial"/>
          <w:lang w:val="en-GB"/>
        </w:rPr>
      </w:pPr>
    </w:p>
    <w:p w14:paraId="58F09C67" w14:textId="77777777" w:rsidR="00E7509E" w:rsidRDefault="00E7509E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I am legally authorised to sign this statement on behalf of my organisation;</w:t>
      </w:r>
    </w:p>
    <w:p w14:paraId="21AD0119" w14:textId="4AE84EDE" w:rsidR="001F1BB3" w:rsidRPr="00225E6F" w:rsidRDefault="00225E6F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225E6F">
        <w:rPr>
          <w:rFonts w:ascii="Trebuchet MS" w:hAnsi="Trebuchet MS" w:cs="Arial"/>
          <w:sz w:val="20"/>
          <w:szCs w:val="20"/>
          <w:lang w:val="en-GB"/>
        </w:rPr>
        <w:t xml:space="preserve">In the event of </w:t>
      </w:r>
      <w:r w:rsidR="00876375" w:rsidRPr="00225E6F">
        <w:rPr>
          <w:rFonts w:ascii="Trebuchet MS" w:hAnsi="Trebuchet MS" w:cs="Arial"/>
          <w:sz w:val="20"/>
          <w:szCs w:val="20"/>
          <w:lang w:val="en-GB"/>
        </w:rPr>
        <w:t xml:space="preserve">approval </w:t>
      </w:r>
      <w:r w:rsidR="00876375">
        <w:rPr>
          <w:rFonts w:ascii="Trebuchet MS" w:hAnsi="Trebuchet MS" w:cs="Arial"/>
          <w:sz w:val="20"/>
          <w:szCs w:val="20"/>
          <w:lang w:val="en-GB"/>
        </w:rPr>
        <w:t xml:space="preserve">of the </w:t>
      </w:r>
      <w:r w:rsidRPr="00225E6F">
        <w:rPr>
          <w:rFonts w:ascii="Trebuchet MS" w:hAnsi="Trebuchet MS" w:cs="Arial"/>
          <w:sz w:val="20"/>
          <w:szCs w:val="20"/>
          <w:lang w:val="en-GB"/>
        </w:rPr>
        <w:t xml:space="preserve">project </w:t>
      </w:r>
      <w:r w:rsidR="00876375">
        <w:rPr>
          <w:rFonts w:ascii="Trebuchet MS" w:hAnsi="Trebuchet MS" w:cs="Arial"/>
          <w:sz w:val="20"/>
          <w:szCs w:val="20"/>
          <w:lang w:val="en-GB"/>
        </w:rPr>
        <w:t xml:space="preserve">proposal, </w:t>
      </w:r>
      <w:r w:rsidRPr="00225E6F">
        <w:rPr>
          <w:rFonts w:ascii="Trebuchet MS" w:hAnsi="Trebuchet MS" w:cs="Arial"/>
          <w:sz w:val="20"/>
          <w:szCs w:val="20"/>
          <w:lang w:val="en-GB"/>
        </w:rPr>
        <w:t xml:space="preserve">the organisation I represent commits itself to provide 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="00876375">
        <w:rPr>
          <w:rFonts w:ascii="Trebuchet MS" w:hAnsi="Trebuchet MS" w:cs="Arial"/>
          <w:sz w:val="20"/>
          <w:szCs w:val="20"/>
          <w:lang w:val="en-GB"/>
        </w:rPr>
        <w:t>co-financing</w:t>
      </w:r>
      <w:r w:rsidR="001F1BB3" w:rsidRPr="00225E6F">
        <w:rPr>
          <w:rFonts w:ascii="Trebuchet MS" w:hAnsi="Trebuchet MS" w:cs="Arial"/>
          <w:sz w:val="20"/>
          <w:szCs w:val="20"/>
          <w:lang w:val="en-GB"/>
        </w:rPr>
        <w:t xml:space="preserve"> to the </w:t>
      </w:r>
      <w:r w:rsidR="007375CD">
        <w:rPr>
          <w:rFonts w:ascii="Trebuchet MS" w:hAnsi="Trebuchet MS" w:cs="Arial"/>
          <w:sz w:val="20"/>
          <w:szCs w:val="20"/>
          <w:lang w:val="en-GB"/>
        </w:rPr>
        <w:t xml:space="preserve">European Regional Development Fund (ERDF) budget allocated to my organisation, </w:t>
      </w:r>
      <w:r w:rsidR="00A96344">
        <w:rPr>
          <w:rFonts w:ascii="Trebuchet MS" w:hAnsi="Trebuchet MS" w:cs="Arial"/>
          <w:sz w:val="20"/>
          <w:szCs w:val="20"/>
          <w:lang w:val="en-GB"/>
        </w:rPr>
        <w:t xml:space="preserve">as 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indicated in </w:t>
      </w:r>
      <w:r w:rsidR="00D20C8F">
        <w:rPr>
          <w:rFonts w:ascii="Trebuchet MS" w:hAnsi="Trebuchet MS" w:cs="Arial"/>
          <w:sz w:val="20"/>
          <w:szCs w:val="20"/>
          <w:lang w:val="en-GB"/>
        </w:rPr>
        <w:t>Part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EA3C71">
        <w:rPr>
          <w:rFonts w:ascii="Trebuchet MS" w:hAnsi="Trebuchet MS" w:cs="Arial"/>
          <w:sz w:val="20"/>
          <w:szCs w:val="20"/>
          <w:lang w:val="en-GB"/>
        </w:rPr>
        <w:t>B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, table </w:t>
      </w:r>
      <w:r w:rsidR="00EA3C71">
        <w:rPr>
          <w:rFonts w:ascii="Trebuchet MS" w:hAnsi="Trebuchet MS" w:cs="Arial"/>
          <w:sz w:val="20"/>
          <w:szCs w:val="20"/>
          <w:lang w:val="en-GB"/>
        </w:rPr>
        <w:t>B.1.8</w:t>
      </w:r>
      <w:r w:rsidR="00FC0010">
        <w:rPr>
          <w:rFonts w:ascii="Trebuchet MS" w:hAnsi="Trebuchet MS" w:cs="Arial"/>
          <w:sz w:val="20"/>
          <w:szCs w:val="20"/>
          <w:lang w:val="en-GB"/>
        </w:rPr>
        <w:t xml:space="preserve">, of the </w:t>
      </w:r>
      <w:r w:rsidR="00D53BCC">
        <w:rPr>
          <w:rFonts w:ascii="Trebuchet MS" w:hAnsi="Trebuchet MS" w:cs="Arial"/>
          <w:sz w:val="20"/>
          <w:szCs w:val="20"/>
          <w:lang w:val="en-GB"/>
        </w:rPr>
        <w:t xml:space="preserve">submitted </w:t>
      </w:r>
      <w:r w:rsidR="00FC0010">
        <w:rPr>
          <w:rFonts w:ascii="Trebuchet MS" w:hAnsi="Trebuchet MS" w:cs="Arial"/>
          <w:sz w:val="20"/>
          <w:szCs w:val="20"/>
          <w:lang w:val="en-GB"/>
        </w:rPr>
        <w:t>application form</w:t>
      </w:r>
      <w:r w:rsidR="001F1BB3" w:rsidRPr="00225E6F">
        <w:rPr>
          <w:rFonts w:ascii="Trebuchet MS" w:hAnsi="Trebuchet MS" w:cs="Arial"/>
          <w:sz w:val="20"/>
          <w:szCs w:val="20"/>
          <w:lang w:val="en-GB"/>
        </w:rPr>
        <w:t>.</w:t>
      </w:r>
    </w:p>
    <w:p w14:paraId="050FE238" w14:textId="4CFBCF4F" w:rsidR="006809A4" w:rsidRDefault="00FC0010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 xml:space="preserve">I hereby confirm that the </w:t>
      </w:r>
      <w:r w:rsidR="00030BEE" w:rsidRPr="007C44FB">
        <w:rPr>
          <w:rFonts w:ascii="Trebuchet MS" w:hAnsi="Trebuchet MS" w:cs="Arial"/>
          <w:sz w:val="20"/>
          <w:szCs w:val="20"/>
          <w:lang w:val="en-GB"/>
        </w:rPr>
        <w:t>legal status of my organisation</w:t>
      </w:r>
      <w:r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AE6AD7">
        <w:rPr>
          <w:rFonts w:ascii="Trebuchet MS" w:hAnsi="Trebuchet MS" w:cs="Arial"/>
          <w:sz w:val="20"/>
          <w:szCs w:val="20"/>
          <w:lang w:val="en-GB"/>
        </w:rPr>
        <w:t>as</w:t>
      </w:r>
      <w:r w:rsid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 xml:space="preserve">indicated in </w:t>
      </w:r>
      <w:r w:rsidR="00D20C8F">
        <w:rPr>
          <w:rFonts w:ascii="Trebuchet MS" w:hAnsi="Trebuchet MS" w:cs="Arial"/>
          <w:sz w:val="20"/>
          <w:szCs w:val="20"/>
          <w:lang w:val="en-GB"/>
        </w:rPr>
        <w:t xml:space="preserve">Part </w:t>
      </w:r>
      <w:r w:rsidR="00EA3C71">
        <w:rPr>
          <w:rFonts w:ascii="Trebuchet MS" w:hAnsi="Trebuchet MS" w:cs="Arial"/>
          <w:sz w:val="20"/>
          <w:szCs w:val="20"/>
          <w:lang w:val="en-GB"/>
        </w:rPr>
        <w:t>B</w:t>
      </w:r>
      <w:r>
        <w:rPr>
          <w:rFonts w:ascii="Trebuchet MS" w:hAnsi="Trebuchet MS" w:cs="Arial"/>
          <w:sz w:val="20"/>
          <w:szCs w:val="20"/>
          <w:lang w:val="en-GB"/>
        </w:rPr>
        <w:t xml:space="preserve">, table </w:t>
      </w:r>
      <w:r w:rsidR="00EA3C71">
        <w:rPr>
          <w:rFonts w:ascii="Trebuchet MS" w:hAnsi="Trebuchet MS" w:cs="Arial"/>
          <w:sz w:val="20"/>
          <w:szCs w:val="20"/>
          <w:lang w:val="en-GB"/>
        </w:rPr>
        <w:t>B.1.3</w:t>
      </w:r>
      <w:r>
        <w:rPr>
          <w:rFonts w:ascii="Trebuchet MS" w:hAnsi="Trebuchet MS" w:cs="Arial"/>
          <w:sz w:val="20"/>
          <w:szCs w:val="20"/>
          <w:lang w:val="en-GB"/>
        </w:rPr>
        <w:t xml:space="preserve">, of the </w:t>
      </w:r>
      <w:r w:rsidR="00D53BCC">
        <w:rPr>
          <w:rFonts w:ascii="Trebuchet MS" w:hAnsi="Trebuchet MS" w:cs="Arial"/>
          <w:sz w:val="20"/>
          <w:szCs w:val="20"/>
          <w:lang w:val="en-GB"/>
        </w:rPr>
        <w:t xml:space="preserve">submitted </w:t>
      </w:r>
      <w:r>
        <w:rPr>
          <w:rFonts w:ascii="Trebuchet MS" w:hAnsi="Trebuchet MS" w:cs="Arial"/>
          <w:sz w:val="20"/>
          <w:szCs w:val="20"/>
          <w:lang w:val="en-GB"/>
        </w:rPr>
        <w:t>application form</w:t>
      </w:r>
      <w:r w:rsidR="00AE6AD7">
        <w:rPr>
          <w:rFonts w:ascii="Trebuchet MS" w:hAnsi="Trebuchet MS" w:cs="Arial"/>
          <w:sz w:val="20"/>
          <w:szCs w:val="20"/>
          <w:lang w:val="en-GB"/>
        </w:rPr>
        <w:t xml:space="preserve"> is correct</w:t>
      </w:r>
      <w:r>
        <w:rPr>
          <w:rFonts w:ascii="Trebuchet MS" w:hAnsi="Trebuchet MS" w:cs="Arial"/>
          <w:sz w:val="20"/>
          <w:szCs w:val="20"/>
          <w:lang w:val="en-GB"/>
        </w:rPr>
        <w:t>.</w:t>
      </w:r>
    </w:p>
    <w:p w14:paraId="1B4DB990" w14:textId="35EF4CA0" w:rsidR="00784E7D" w:rsidRPr="00791C93" w:rsidRDefault="00784E7D" w:rsidP="00784E7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Pr="00D10284">
        <w:rPr>
          <w:rFonts w:ascii="Trebuchet MS" w:hAnsi="Trebuchet MS" w:cs="Arial"/>
          <w:sz w:val="20"/>
          <w:szCs w:val="20"/>
          <w:lang w:val="en-GB"/>
        </w:rPr>
        <w:t xml:space="preserve">organisation I represent has the </w:t>
      </w:r>
      <w:r w:rsidRPr="00791C93">
        <w:rPr>
          <w:rFonts w:ascii="Trebuchet MS" w:hAnsi="Trebuchet MS" w:cs="Arial"/>
          <w:sz w:val="20"/>
          <w:szCs w:val="20"/>
          <w:lang w:val="en-GB"/>
        </w:rPr>
        <w:t>adequate legal capacity to participate in the Interreg CENTRAL EUROPE call for proposals and especially to submit legally relevant documents;</w:t>
      </w:r>
    </w:p>
    <w:p w14:paraId="434D43EC" w14:textId="69A40641" w:rsidR="00570DCD" w:rsidRDefault="00570DCD" w:rsidP="00570DC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 xml:space="preserve">The organisation I represent has the financial capacity to implement the project </w:t>
      </w:r>
      <w:r>
        <w:rPr>
          <w:rFonts w:ascii="Trebuchet MS" w:hAnsi="Trebuchet MS" w:cs="Arial"/>
          <w:sz w:val="20"/>
          <w:szCs w:val="20"/>
          <w:lang w:val="en-GB"/>
        </w:rPr>
        <w:t>and in particular:</w:t>
      </w:r>
    </w:p>
    <w:p w14:paraId="06338476" w14:textId="77777777" w:rsidR="00570DCD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The proposed financial commitment is adequate to the organisation´s size and capacity;</w:t>
      </w:r>
    </w:p>
    <w:p w14:paraId="016D608A" w14:textId="30867895" w:rsidR="00570DCD" w:rsidRPr="00791C93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6013A0">
        <w:rPr>
          <w:rFonts w:ascii="Trebuchet MS" w:hAnsi="Trebuchet MS" w:cs="Arial"/>
          <w:sz w:val="20"/>
          <w:szCs w:val="20"/>
          <w:lang w:val="en-GB"/>
        </w:rPr>
        <w:t xml:space="preserve">It has the capacity </w:t>
      </w:r>
      <w:r w:rsidR="00041A1A">
        <w:rPr>
          <w:rFonts w:ascii="Trebuchet MS" w:hAnsi="Trebuchet MS" w:cs="Arial"/>
          <w:sz w:val="20"/>
          <w:szCs w:val="20"/>
          <w:lang w:val="en-GB"/>
        </w:rPr>
        <w:t xml:space="preserve">to pre-finance project </w:t>
      </w:r>
      <w:r w:rsidR="00041A1A" w:rsidRPr="00791C93">
        <w:rPr>
          <w:rFonts w:ascii="Trebuchet MS" w:hAnsi="Trebuchet MS" w:cs="Arial"/>
          <w:sz w:val="20"/>
          <w:szCs w:val="20"/>
          <w:lang w:val="en-GB"/>
        </w:rPr>
        <w:t xml:space="preserve">activities </w:t>
      </w:r>
      <w:r w:rsidRPr="00791C93">
        <w:rPr>
          <w:rFonts w:ascii="Trebuchet MS" w:hAnsi="Trebuchet MS" w:cs="Arial"/>
          <w:sz w:val="20"/>
          <w:szCs w:val="20"/>
          <w:lang w:val="en-GB"/>
        </w:rPr>
        <w:t>also for considerable amounts;</w:t>
      </w:r>
    </w:p>
    <w:p w14:paraId="5C1D2E0D" w14:textId="06A3B0D9" w:rsidR="00570DCD" w:rsidRDefault="001203CB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Possible</w:t>
      </w:r>
      <w:r w:rsidRPr="006C7577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570DCD" w:rsidRPr="006013A0">
        <w:rPr>
          <w:rFonts w:ascii="Trebuchet MS" w:hAnsi="Trebuchet MS" w:cs="Arial"/>
          <w:sz w:val="20"/>
          <w:szCs w:val="20"/>
          <w:lang w:val="en-GB"/>
        </w:rPr>
        <w:t>delays in ERDF reimbursement will not undermine the organisation´s capacity of implementing the foreseen actions within the project</w:t>
      </w:r>
      <w:r w:rsidR="00F91D08">
        <w:rPr>
          <w:rFonts w:ascii="Trebuchet MS" w:hAnsi="Trebuchet MS" w:cs="Arial"/>
          <w:sz w:val="20"/>
          <w:szCs w:val="20"/>
          <w:lang w:val="en-GB"/>
        </w:rPr>
        <w:t>.</w:t>
      </w:r>
    </w:p>
    <w:p w14:paraId="072618B3" w14:textId="77777777" w:rsidR="00570DCD" w:rsidRPr="00030BEE" w:rsidRDefault="00570DCD" w:rsidP="00570DC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organisation I represent has the administrative and operational capacity to implement the project proposal and in particular:</w:t>
      </w:r>
    </w:p>
    <w:p w14:paraId="5B8E35F6" w14:textId="6E0D1E64" w:rsidR="00570DCD" w:rsidRPr="00030BEE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It has enough human resources </w:t>
      </w:r>
      <w:r w:rsidR="00863D8C">
        <w:rPr>
          <w:rFonts w:ascii="Trebuchet MS" w:hAnsi="Trebuchet MS" w:cs="Arial"/>
          <w:sz w:val="20"/>
          <w:szCs w:val="20"/>
          <w:lang w:val="en-GB"/>
        </w:rPr>
        <w:t xml:space="preserve">and </w:t>
      </w:r>
      <w:r w:rsidR="00863D8C" w:rsidRPr="00030BEE">
        <w:rPr>
          <w:rFonts w:ascii="Trebuchet MS" w:hAnsi="Trebuchet MS" w:cs="Arial"/>
          <w:sz w:val="20"/>
          <w:szCs w:val="20"/>
          <w:lang w:val="en-GB"/>
        </w:rPr>
        <w:t xml:space="preserve">technical means </w:t>
      </w:r>
      <w:r w:rsidRPr="00030BEE">
        <w:rPr>
          <w:rFonts w:ascii="Trebuchet MS" w:hAnsi="Trebuchet MS" w:cs="Arial"/>
          <w:sz w:val="20"/>
          <w:szCs w:val="20"/>
          <w:lang w:val="en-GB"/>
        </w:rPr>
        <w:t>to ensure a sound project implementation and management;</w:t>
      </w:r>
    </w:p>
    <w:p w14:paraId="488CB5A0" w14:textId="2FF58E3B" w:rsidR="00570DCD" w:rsidRPr="00030BEE" w:rsidRDefault="00570DCD" w:rsidP="00570DC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Its administrative </w:t>
      </w:r>
      <w:r w:rsidR="00BF02A4">
        <w:rPr>
          <w:rFonts w:ascii="Trebuchet MS" w:hAnsi="Trebuchet MS" w:cs="Arial"/>
          <w:sz w:val="20"/>
          <w:szCs w:val="20"/>
          <w:lang w:val="en-GB"/>
        </w:rPr>
        <w:t xml:space="preserve">and financial </w:t>
      </w:r>
      <w:r w:rsidRPr="00030BEE">
        <w:rPr>
          <w:rFonts w:ascii="Trebuchet MS" w:hAnsi="Trebuchet MS" w:cs="Arial"/>
          <w:sz w:val="20"/>
          <w:szCs w:val="20"/>
          <w:lang w:val="en-GB"/>
        </w:rPr>
        <w:t>involvement in the project does not undermine the organisation´s daily activities.</w:t>
      </w:r>
    </w:p>
    <w:p w14:paraId="385B55AA" w14:textId="5BA518E9" w:rsidR="00784E7D" w:rsidRPr="00570DCD" w:rsidRDefault="00570DCD" w:rsidP="001C5ECD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570DCD">
        <w:rPr>
          <w:rFonts w:ascii="Trebuchet MS" w:hAnsi="Trebuchet MS" w:cs="Arial"/>
          <w:sz w:val="20"/>
          <w:szCs w:val="20"/>
          <w:lang w:val="en-GB"/>
        </w:rPr>
        <w:t xml:space="preserve">The organisation I represent has the necessary financial resources and mechanisms to cover operation and maintenance costs for investment in infrastructure or productive investment </w:t>
      </w:r>
      <w:r w:rsidR="001203CB">
        <w:rPr>
          <w:rFonts w:ascii="Trebuchet MS" w:hAnsi="Trebuchet MS" w:cs="Arial"/>
          <w:sz w:val="20"/>
          <w:szCs w:val="20"/>
          <w:lang w:val="en-GB"/>
        </w:rPr>
        <w:t>if</w:t>
      </w:r>
      <w:r w:rsidR="001203CB" w:rsidRPr="00570DCD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570DCD">
        <w:rPr>
          <w:rFonts w:ascii="Trebuchet MS" w:hAnsi="Trebuchet MS" w:cs="Arial"/>
          <w:sz w:val="20"/>
          <w:szCs w:val="20"/>
          <w:lang w:val="en-GB"/>
        </w:rPr>
        <w:t xml:space="preserve">implemented within the project, so as to ensure their financial </w:t>
      </w:r>
      <w:r>
        <w:rPr>
          <w:rFonts w:ascii="Trebuchet MS" w:hAnsi="Trebuchet MS" w:cs="Arial"/>
          <w:sz w:val="20"/>
          <w:szCs w:val="20"/>
          <w:lang w:val="en-GB"/>
        </w:rPr>
        <w:t>sustainability.</w:t>
      </w:r>
    </w:p>
    <w:p w14:paraId="51E3FD76" w14:textId="0455A381" w:rsidR="00162A95" w:rsidRDefault="00F137A9" w:rsidP="00162A95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9A03B9">
        <w:rPr>
          <w:rFonts w:ascii="Trebuchet MS" w:hAnsi="Trebuchet MS" w:cs="Arial"/>
          <w:sz w:val="20"/>
          <w:szCs w:val="20"/>
          <w:lang w:val="en-GB"/>
        </w:rPr>
        <w:t xml:space="preserve">The organisation I represent is not 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an undertaking in </w:t>
      </w:r>
      <w:r w:rsidRPr="009A03B9">
        <w:rPr>
          <w:rFonts w:ascii="Trebuchet MS" w:hAnsi="Trebuchet MS" w:cs="Arial"/>
          <w:sz w:val="20"/>
          <w:szCs w:val="20"/>
          <w:lang w:val="en-GB"/>
        </w:rPr>
        <w:t xml:space="preserve">difficulty 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as </w:t>
      </w:r>
      <w:r w:rsidR="00162A95" w:rsidRPr="00162A95">
        <w:rPr>
          <w:rFonts w:ascii="Trebuchet MS" w:hAnsi="Trebuchet MS" w:cs="Arial"/>
          <w:sz w:val="20"/>
          <w:szCs w:val="20"/>
          <w:lang w:val="en-GB"/>
        </w:rPr>
        <w:t>defined in point (18) of Article 2</w:t>
      </w:r>
      <w:r w:rsidR="00162A95">
        <w:rPr>
          <w:rFonts w:ascii="Trebuchet MS" w:hAnsi="Trebuchet MS" w:cs="Arial"/>
          <w:sz w:val="20"/>
          <w:szCs w:val="20"/>
          <w:lang w:val="en-GB"/>
        </w:rPr>
        <w:t xml:space="preserve"> of Regulation (EU) No 651/2014.</w:t>
      </w:r>
      <w:r w:rsidR="00162A95" w:rsidRPr="00162A95">
        <w:rPr>
          <w:rFonts w:ascii="Trebuchet MS" w:hAnsi="Trebuchet MS" w:cs="Arial"/>
          <w:sz w:val="20"/>
          <w:szCs w:val="20"/>
          <w:lang w:val="en-GB"/>
        </w:rPr>
        <w:t xml:space="preserve"> </w:t>
      </w:r>
    </w:p>
    <w:p w14:paraId="646E300D" w14:textId="757F3636" w:rsidR="00164D4B" w:rsidRPr="00164D4B" w:rsidRDefault="00164D4B" w:rsidP="007C63AA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164D4B">
        <w:rPr>
          <w:rFonts w:ascii="Trebuchet MS" w:hAnsi="Trebuchet MS" w:cs="Arial"/>
          <w:sz w:val="20"/>
          <w:szCs w:val="20"/>
          <w:lang w:val="en-GB"/>
        </w:rPr>
        <w:t xml:space="preserve">The project proposal does not include activities which were part of a project subject to relocation within the meaning of point (27) of Article 2 of Regulation (EU) 2021/1060 or which would constitute a transfer of a productive activity within the meaning of point (a) of Article 65(1) </w:t>
      </w:r>
      <w:r>
        <w:rPr>
          <w:rFonts w:ascii="Trebuchet MS" w:hAnsi="Trebuchet MS" w:cs="Arial"/>
          <w:sz w:val="20"/>
          <w:szCs w:val="20"/>
          <w:lang w:val="en-GB"/>
        </w:rPr>
        <w:t>of that Regulation.</w:t>
      </w:r>
    </w:p>
    <w:p w14:paraId="77153418" w14:textId="77777777" w:rsidR="00F137A9" w:rsidRPr="007C44FB" w:rsidRDefault="00F137A9" w:rsidP="00F137A9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44FB">
        <w:rPr>
          <w:rFonts w:ascii="Trebuchet MS" w:hAnsi="Trebuchet MS" w:cs="Arial"/>
          <w:sz w:val="20"/>
          <w:szCs w:val="20"/>
          <w:lang w:val="en-GB"/>
        </w:rPr>
        <w:t>All information concerning the participation of my organisation in the project proposal</w:t>
      </w:r>
      <w:r w:rsidR="00666D97">
        <w:rPr>
          <w:rFonts w:ascii="Trebuchet MS" w:hAnsi="Trebuchet MS" w:cs="Arial"/>
          <w:sz w:val="20"/>
          <w:szCs w:val="20"/>
          <w:lang w:val="en-GB"/>
        </w:rPr>
        <w:t>, as enclosed in the application form,</w:t>
      </w:r>
      <w:r w:rsidRPr="007C44FB">
        <w:rPr>
          <w:rFonts w:ascii="Trebuchet MS" w:hAnsi="Trebuchet MS" w:cs="Arial"/>
          <w:sz w:val="20"/>
          <w:szCs w:val="20"/>
          <w:lang w:val="en-GB"/>
        </w:rPr>
        <w:t xml:space="preserve"> </w:t>
      </w:r>
      <w:r>
        <w:rPr>
          <w:rFonts w:ascii="Trebuchet MS" w:hAnsi="Trebuchet MS" w:cs="Arial"/>
          <w:sz w:val="20"/>
          <w:szCs w:val="20"/>
          <w:lang w:val="en-GB"/>
        </w:rPr>
        <w:t xml:space="preserve">has been verified and it is </w:t>
      </w:r>
      <w:r w:rsidRPr="007C44FB">
        <w:rPr>
          <w:rFonts w:ascii="Trebuchet MS" w:hAnsi="Trebuchet MS" w:cs="Arial"/>
          <w:sz w:val="20"/>
          <w:szCs w:val="20"/>
          <w:lang w:val="en-GB"/>
        </w:rPr>
        <w:t>correct;</w:t>
      </w:r>
    </w:p>
    <w:p w14:paraId="0285F985" w14:textId="77777777" w:rsidR="003636D1" w:rsidRPr="00030BEE" w:rsidRDefault="003636D1" w:rsidP="003636D1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project proposal, as described in the application form, is unique in its objective, approach and activities to the best of my knowledge;</w:t>
      </w:r>
    </w:p>
    <w:p w14:paraId="68C20B8D" w14:textId="77777777" w:rsidR="009A03B9" w:rsidRPr="00030BEE" w:rsidRDefault="009A03B9" w:rsidP="009A03B9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>The information in</w:t>
      </w:r>
      <w:r w:rsidR="00876375" w:rsidRPr="00030BEE">
        <w:rPr>
          <w:rFonts w:ascii="Trebuchet MS" w:hAnsi="Trebuchet MS" w:cs="Arial"/>
          <w:sz w:val="20"/>
          <w:szCs w:val="20"/>
          <w:lang w:val="en-GB"/>
        </w:rPr>
        <w:t>cluded in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the application form is accurate and true to the best of my knowledge;</w:t>
      </w:r>
    </w:p>
    <w:p w14:paraId="77420ED1" w14:textId="76507121" w:rsidR="00A526DE" w:rsidRPr="00030BEE" w:rsidRDefault="00253805" w:rsidP="00225E6F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The project proposal, or any </w:t>
      </w:r>
      <w:r w:rsidR="00F74AB2" w:rsidRPr="00030BEE">
        <w:rPr>
          <w:rFonts w:ascii="Trebuchet MS" w:hAnsi="Trebuchet MS" w:cs="Arial"/>
          <w:sz w:val="20"/>
          <w:szCs w:val="20"/>
          <w:lang w:val="en-GB"/>
        </w:rPr>
        <w:t>part of it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, has not 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 xml:space="preserve">and will not </w:t>
      </w:r>
      <w:r w:rsidR="00F74AB2" w:rsidRPr="00030BEE">
        <w:rPr>
          <w:rFonts w:ascii="Trebuchet MS" w:hAnsi="Trebuchet MS" w:cs="Arial"/>
          <w:sz w:val="20"/>
          <w:szCs w:val="20"/>
          <w:lang w:val="en-GB"/>
        </w:rPr>
        <w:t>receive support from other EU-funded programmes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 xml:space="preserve">. In </w:t>
      </w:r>
      <w:r w:rsidR="00F91D08">
        <w:rPr>
          <w:rFonts w:ascii="Trebuchet MS" w:hAnsi="Trebuchet MS" w:cs="Arial"/>
          <w:sz w:val="20"/>
          <w:szCs w:val="20"/>
          <w:lang w:val="en-GB"/>
        </w:rPr>
        <w:t xml:space="preserve">case 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 xml:space="preserve">that any of such funding is received after the submission of this proposal or during the implementation of the project, my organisation will immediately inform the </w:t>
      </w:r>
      <w:r w:rsidR="00162A95">
        <w:rPr>
          <w:rFonts w:ascii="Trebuchet MS" w:hAnsi="Trebuchet MS" w:cs="Arial"/>
          <w:sz w:val="20"/>
          <w:szCs w:val="20"/>
          <w:lang w:val="en-GB"/>
        </w:rPr>
        <w:t>m</w:t>
      </w:r>
      <w:r w:rsidR="00270D71">
        <w:rPr>
          <w:rFonts w:ascii="Trebuchet MS" w:hAnsi="Trebuchet MS" w:cs="Arial"/>
          <w:sz w:val="20"/>
          <w:szCs w:val="20"/>
          <w:lang w:val="en-GB"/>
        </w:rPr>
        <w:t xml:space="preserve">anaging </w:t>
      </w:r>
      <w:r w:rsidR="00162A95">
        <w:rPr>
          <w:rFonts w:ascii="Trebuchet MS" w:hAnsi="Trebuchet MS" w:cs="Arial"/>
          <w:sz w:val="20"/>
          <w:szCs w:val="20"/>
          <w:lang w:val="en-GB"/>
        </w:rPr>
        <w:t>a</w:t>
      </w:r>
      <w:r w:rsidR="00270D71">
        <w:rPr>
          <w:rFonts w:ascii="Trebuchet MS" w:hAnsi="Trebuchet MS" w:cs="Arial"/>
          <w:sz w:val="20"/>
          <w:szCs w:val="20"/>
          <w:lang w:val="en-GB"/>
        </w:rPr>
        <w:t>uthority</w:t>
      </w:r>
      <w:r w:rsidR="00A526DE" w:rsidRPr="00030BEE">
        <w:rPr>
          <w:rFonts w:ascii="Trebuchet MS" w:hAnsi="Trebuchet MS" w:cs="Arial"/>
          <w:sz w:val="20"/>
          <w:szCs w:val="20"/>
          <w:lang w:val="en-GB"/>
        </w:rPr>
        <w:t>;</w:t>
      </w:r>
    </w:p>
    <w:p w14:paraId="3C3F5CAA" w14:textId="62E9B479" w:rsidR="007E76EF" w:rsidRPr="00030BEE" w:rsidRDefault="007E76EF" w:rsidP="00DA4043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t xml:space="preserve">The project proposal is in line with the relevant EU 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legislation</w:t>
      </w:r>
      <w:r w:rsidR="00054EB8">
        <w:rPr>
          <w:rFonts w:ascii="Trebuchet MS" w:hAnsi="Trebuchet MS" w:cs="Arial"/>
          <w:sz w:val="20"/>
          <w:szCs w:val="20"/>
          <w:lang w:val="en-GB"/>
        </w:rPr>
        <w:t>,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054EB8">
        <w:rPr>
          <w:rFonts w:ascii="Trebuchet MS" w:hAnsi="Trebuchet MS" w:cs="Arial"/>
          <w:sz w:val="20"/>
          <w:szCs w:val="20"/>
          <w:lang w:val="en-GB"/>
        </w:rPr>
        <w:t>p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rogramme rules and - where relevant - national legislation and policies of the countries involved</w:t>
      </w:r>
      <w:r w:rsidR="00DA4043">
        <w:rPr>
          <w:rFonts w:ascii="Trebuchet MS" w:hAnsi="Trebuchet MS" w:cs="Arial"/>
          <w:sz w:val="20"/>
          <w:szCs w:val="20"/>
          <w:lang w:val="en-GB"/>
        </w:rPr>
        <w:t>. I</w:t>
      </w:r>
      <w:r w:rsidR="00DA4043" w:rsidRPr="00DA4043">
        <w:rPr>
          <w:rFonts w:ascii="Trebuchet MS" w:hAnsi="Trebuchet MS" w:cs="Arial"/>
          <w:sz w:val="20"/>
          <w:szCs w:val="20"/>
          <w:lang w:val="en-GB"/>
        </w:rPr>
        <w:t>n particular all necessary approvals and permissions have been</w:t>
      </w:r>
      <w:r w:rsidR="00441AB5">
        <w:rPr>
          <w:rFonts w:ascii="Trebuchet MS" w:hAnsi="Trebuchet MS" w:cs="Arial"/>
          <w:sz w:val="20"/>
          <w:szCs w:val="20"/>
          <w:lang w:val="en-GB"/>
        </w:rPr>
        <w:t xml:space="preserve"> or will be</w:t>
      </w:r>
      <w:r w:rsidR="00DA4043" w:rsidRPr="00DA4043">
        <w:rPr>
          <w:rFonts w:ascii="Trebuchet MS" w:hAnsi="Trebuchet MS" w:cs="Arial"/>
          <w:sz w:val="20"/>
          <w:szCs w:val="20"/>
          <w:lang w:val="en-GB"/>
        </w:rPr>
        <w:t xml:space="preserve"> obtained</w:t>
      </w:r>
      <w:r w:rsidR="00586B06" w:rsidRPr="00030BEE">
        <w:rPr>
          <w:rFonts w:ascii="Trebuchet MS" w:hAnsi="Trebuchet MS" w:cs="Arial"/>
          <w:sz w:val="20"/>
          <w:szCs w:val="20"/>
          <w:lang w:val="en-GB"/>
        </w:rPr>
        <w:t>;</w:t>
      </w:r>
    </w:p>
    <w:p w14:paraId="65D2BF98" w14:textId="2DF68C41" w:rsidR="00030BEE" w:rsidRPr="00030BEE" w:rsidRDefault="00030BEE" w:rsidP="00030BEE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30BEE">
        <w:rPr>
          <w:rFonts w:ascii="Trebuchet MS" w:hAnsi="Trebuchet MS" w:cs="Arial"/>
          <w:sz w:val="20"/>
          <w:szCs w:val="20"/>
          <w:lang w:val="en-GB"/>
        </w:rPr>
        <w:lastRenderedPageBreak/>
        <w:t xml:space="preserve">In the event that the project proposal is approved for funding, </w:t>
      </w:r>
      <w:r w:rsidR="00B95496">
        <w:rPr>
          <w:rFonts w:ascii="Trebuchet MS" w:hAnsi="Trebuchet MS" w:cs="Arial"/>
          <w:sz w:val="20"/>
          <w:szCs w:val="20"/>
          <w:lang w:val="en-GB"/>
        </w:rPr>
        <w:t xml:space="preserve">I acknowledge that </w:t>
      </w:r>
      <w:r w:rsidR="00A84ADB">
        <w:rPr>
          <w:rFonts w:ascii="Trebuchet MS" w:hAnsi="Trebuchet MS" w:cs="Arial"/>
          <w:sz w:val="20"/>
          <w:szCs w:val="20"/>
          <w:lang w:val="en-GB"/>
        </w:rPr>
        <w:t>programme authorities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810CC2">
        <w:rPr>
          <w:rFonts w:ascii="Trebuchet MS" w:hAnsi="Trebuchet MS" w:cs="Arial"/>
          <w:sz w:val="20"/>
          <w:szCs w:val="20"/>
          <w:lang w:val="en-GB"/>
        </w:rPr>
        <w:t xml:space="preserve">shall </w:t>
      </w:r>
      <w:r w:rsidRPr="00030BEE">
        <w:rPr>
          <w:rFonts w:ascii="Trebuchet MS" w:hAnsi="Trebuchet MS" w:cs="Arial"/>
          <w:sz w:val="20"/>
          <w:szCs w:val="20"/>
          <w:lang w:val="en-GB"/>
        </w:rPr>
        <w:t>publish the name and address of my organisation, the main contents of the project proposal (title, project focus)</w:t>
      </w:r>
      <w:r w:rsidR="00054EB8">
        <w:rPr>
          <w:rFonts w:ascii="Trebuchet MS" w:hAnsi="Trebuchet MS" w:cs="Arial"/>
          <w:sz w:val="20"/>
          <w:szCs w:val="20"/>
          <w:lang w:val="en-GB"/>
        </w:rPr>
        <w:t>,</w:t>
      </w:r>
      <w:r w:rsidRPr="00030BEE">
        <w:rPr>
          <w:rFonts w:ascii="Trebuchet MS" w:hAnsi="Trebuchet MS" w:cs="Arial"/>
          <w:sz w:val="20"/>
          <w:szCs w:val="20"/>
          <w:lang w:val="en-GB"/>
        </w:rPr>
        <w:t xml:space="preserve"> the amount awarded and the rate of funding</w:t>
      </w:r>
      <w:r w:rsidR="00515126">
        <w:rPr>
          <w:rFonts w:ascii="Trebuchet MS" w:hAnsi="Trebuchet MS" w:cs="Arial"/>
          <w:sz w:val="20"/>
          <w:szCs w:val="20"/>
          <w:lang w:val="en-GB"/>
        </w:rPr>
        <w:t xml:space="preserve"> according to </w:t>
      </w:r>
      <w:r w:rsidR="00515126" w:rsidRPr="00B95496">
        <w:rPr>
          <w:rFonts w:ascii="Trebuchet MS" w:hAnsi="Trebuchet MS" w:cs="Arial"/>
          <w:sz w:val="20"/>
          <w:szCs w:val="20"/>
          <w:lang w:val="en-GB"/>
        </w:rPr>
        <w:t>Article 49(3) of Regulation (EU) 2021/1060</w:t>
      </w:r>
      <w:r w:rsidR="00515126">
        <w:rPr>
          <w:rFonts w:ascii="Trebuchet MS" w:hAnsi="Trebuchet MS" w:cs="Arial"/>
          <w:sz w:val="20"/>
          <w:szCs w:val="20"/>
          <w:lang w:val="en-GB"/>
        </w:rPr>
        <w:t>.</w:t>
      </w:r>
    </w:p>
    <w:p w14:paraId="610D2241" w14:textId="799AD4C4" w:rsidR="00F356C0" w:rsidRPr="007C69E3" w:rsidRDefault="00586B06" w:rsidP="00DA4043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>My organisation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 xml:space="preserve">, and all persons representing </w:t>
      </w:r>
      <w:r w:rsidR="005B699E" w:rsidRPr="007C69E3">
        <w:rPr>
          <w:rFonts w:ascii="Trebuchet MS" w:hAnsi="Trebuchet MS" w:cs="Arial"/>
          <w:sz w:val="20"/>
          <w:szCs w:val="20"/>
          <w:lang w:val="en-GB"/>
        </w:rPr>
        <w:t xml:space="preserve">it 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>in the project</w:t>
      </w:r>
      <w:r w:rsidR="005B699E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="00DA4043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7C69E3">
        <w:rPr>
          <w:rFonts w:ascii="Trebuchet MS" w:hAnsi="Trebuchet MS" w:cs="Arial"/>
          <w:sz w:val="20"/>
          <w:szCs w:val="20"/>
          <w:lang w:val="en-GB"/>
        </w:rPr>
        <w:t>is familiar with the content of the Interreg CENTRAL EUROPE Programme as well as with the conditions for support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 from the programme as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set in the </w:t>
      </w:r>
      <w:r w:rsidR="00054EB8" w:rsidRPr="007C69E3">
        <w:rPr>
          <w:rFonts w:ascii="Trebuchet MS" w:hAnsi="Trebuchet MS" w:cs="Arial"/>
          <w:sz w:val="20"/>
          <w:szCs w:val="20"/>
          <w:lang w:val="en-GB"/>
        </w:rPr>
        <w:t xml:space="preserve">programme </w:t>
      </w:r>
      <w:r w:rsidRPr="007C69E3">
        <w:rPr>
          <w:rFonts w:ascii="Trebuchet MS" w:hAnsi="Trebuchet MS" w:cs="Arial"/>
          <w:sz w:val="20"/>
          <w:szCs w:val="20"/>
          <w:lang w:val="en-GB"/>
        </w:rPr>
        <w:t>manual</w:t>
      </w:r>
      <w:r w:rsidR="00D10284">
        <w:rPr>
          <w:rFonts w:ascii="Trebuchet MS" w:hAnsi="Trebuchet MS" w:cs="Arial"/>
          <w:sz w:val="20"/>
          <w:szCs w:val="20"/>
          <w:lang w:val="en-GB"/>
        </w:rPr>
        <w:t>, the Term of Reference for the call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and 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in 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the model of </w:t>
      </w:r>
      <w:r w:rsidR="00747E5C">
        <w:rPr>
          <w:rFonts w:ascii="Trebuchet MS" w:hAnsi="Trebuchet MS" w:cs="Arial"/>
          <w:sz w:val="20"/>
          <w:szCs w:val="20"/>
          <w:lang w:val="en-GB"/>
        </w:rPr>
        <w:t xml:space="preserve">the </w:t>
      </w:r>
      <w:r w:rsidRPr="007C69E3">
        <w:rPr>
          <w:rFonts w:ascii="Trebuchet MS" w:hAnsi="Trebuchet MS" w:cs="Arial"/>
          <w:sz w:val="20"/>
          <w:szCs w:val="20"/>
          <w:lang w:val="en-GB"/>
        </w:rPr>
        <w:t>subsidy contract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and understands what its respective obligations will be in case the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project</w:t>
      </w:r>
      <w:r w:rsidR="00054EB8" w:rsidRPr="007C69E3">
        <w:rPr>
          <w:rFonts w:ascii="Trebuchet MS" w:hAnsi="Trebuchet MS" w:cs="Arial"/>
          <w:sz w:val="20"/>
          <w:szCs w:val="20"/>
          <w:lang w:val="en-GB"/>
        </w:rPr>
        <w:t xml:space="preserve"> proposal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 xml:space="preserve"> is approved and the </w:t>
      </w:r>
      <w:r w:rsidRPr="007C69E3">
        <w:rPr>
          <w:rFonts w:ascii="Trebuchet MS" w:hAnsi="Trebuchet MS" w:cs="Arial"/>
          <w:sz w:val="20"/>
          <w:szCs w:val="20"/>
          <w:lang w:val="en-GB"/>
        </w:rPr>
        <w:t>subsidy is awarded.</w:t>
      </w:r>
      <w:r w:rsidR="00DF1923">
        <w:rPr>
          <w:rStyle w:val="Funotenzeichen"/>
          <w:rFonts w:ascii="Trebuchet MS" w:hAnsi="Trebuchet MS" w:cs="Arial"/>
          <w:sz w:val="20"/>
          <w:szCs w:val="20"/>
          <w:lang w:val="en-GB"/>
        </w:rPr>
        <w:footnoteReference w:id="1"/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In particular my organisation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,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in its role of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 lead partner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,</w:t>
      </w:r>
      <w:r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 xml:space="preserve">is aware </w:t>
      </w:r>
      <w:r w:rsidR="00225E6F" w:rsidRPr="007C69E3">
        <w:rPr>
          <w:rFonts w:ascii="Trebuchet MS" w:hAnsi="Trebuchet MS" w:cs="Arial"/>
          <w:sz w:val="20"/>
          <w:szCs w:val="20"/>
          <w:lang w:val="en-GB"/>
        </w:rPr>
        <w:t>that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:</w:t>
      </w:r>
    </w:p>
    <w:p w14:paraId="4FE7F101" w14:textId="0FAA4413" w:rsidR="00225E6F" w:rsidRPr="007C69E3" w:rsidRDefault="00225E6F" w:rsidP="006E7B8D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conclude the subsidy contract with the </w:t>
      </w:r>
      <w:r w:rsidR="00DF1923">
        <w:rPr>
          <w:rFonts w:ascii="Trebuchet MS" w:hAnsi="Trebuchet MS" w:cs="Arial"/>
          <w:sz w:val="20"/>
          <w:szCs w:val="20"/>
          <w:lang w:val="en-GB"/>
        </w:rPr>
        <w:t>m</w:t>
      </w:r>
      <w:r w:rsidR="00270D71" w:rsidRPr="007C69E3">
        <w:rPr>
          <w:rFonts w:ascii="Trebuchet MS" w:hAnsi="Trebuchet MS" w:cs="Arial"/>
          <w:sz w:val="20"/>
          <w:szCs w:val="20"/>
          <w:lang w:val="en-GB"/>
        </w:rPr>
        <w:t xml:space="preserve">anaging </w:t>
      </w:r>
      <w:r w:rsidR="00DF1923">
        <w:rPr>
          <w:rFonts w:ascii="Trebuchet MS" w:hAnsi="Trebuchet MS" w:cs="Arial"/>
          <w:sz w:val="20"/>
          <w:szCs w:val="20"/>
          <w:lang w:val="en-GB"/>
        </w:rPr>
        <w:t>a</w:t>
      </w:r>
      <w:r w:rsidR="00270D71" w:rsidRPr="007C69E3">
        <w:rPr>
          <w:rFonts w:ascii="Trebuchet MS" w:hAnsi="Trebuchet MS" w:cs="Arial"/>
          <w:sz w:val="20"/>
          <w:szCs w:val="20"/>
          <w:lang w:val="en-GB"/>
        </w:rPr>
        <w:t>uthority</w:t>
      </w:r>
      <w:r w:rsidR="00DF1923">
        <w:rPr>
          <w:rFonts w:ascii="Trebuchet MS" w:hAnsi="Trebuchet MS" w:cs="Arial"/>
          <w:sz w:val="20"/>
          <w:szCs w:val="20"/>
          <w:lang w:val="en-GB"/>
        </w:rPr>
        <w:t>,</w:t>
      </w:r>
      <w:r w:rsidR="00876375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Pr="007C69E3">
        <w:rPr>
          <w:rFonts w:ascii="Trebuchet MS" w:hAnsi="Trebuchet MS" w:cs="Arial"/>
          <w:sz w:val="20"/>
          <w:szCs w:val="20"/>
          <w:lang w:val="en-GB"/>
        </w:rPr>
        <w:t>representing the partnership in the context of the project implementation;</w:t>
      </w:r>
    </w:p>
    <w:p w14:paraId="10158197" w14:textId="664A3FB1" w:rsidR="00586B06" w:rsidRPr="007C69E3" w:rsidRDefault="00225E6F" w:rsidP="00950198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c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onclude a partnership agreement </w:t>
      </w:r>
      <w:r w:rsidR="00173D0B" w:rsidRPr="007C69E3">
        <w:rPr>
          <w:rFonts w:ascii="Trebuchet MS" w:hAnsi="Trebuchet MS" w:cs="Arial"/>
          <w:sz w:val="20"/>
          <w:szCs w:val="20"/>
          <w:lang w:val="en-GB"/>
        </w:rPr>
        <w:t xml:space="preserve">with all partners 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as required by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point (a) of 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 xml:space="preserve">Article </w:t>
      </w:r>
      <w:r w:rsidR="00F73860">
        <w:rPr>
          <w:rFonts w:ascii="Trebuchet MS" w:hAnsi="Trebuchet MS" w:cs="Arial"/>
          <w:sz w:val="20"/>
          <w:szCs w:val="20"/>
          <w:lang w:val="en-GB"/>
        </w:rPr>
        <w:t>26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>(</w:t>
      </w:r>
      <w:r w:rsidR="00F73860">
        <w:rPr>
          <w:rFonts w:ascii="Trebuchet MS" w:hAnsi="Trebuchet MS" w:cs="Arial"/>
          <w:sz w:val="20"/>
          <w:szCs w:val="20"/>
          <w:lang w:val="en-GB"/>
        </w:rPr>
        <w:t>1</w:t>
      </w:r>
      <w:r w:rsidR="00586B06" w:rsidRPr="007C69E3">
        <w:rPr>
          <w:rFonts w:ascii="Trebuchet MS" w:hAnsi="Trebuchet MS" w:cs="Arial"/>
          <w:sz w:val="20"/>
          <w:szCs w:val="20"/>
          <w:lang w:val="en-GB"/>
        </w:rPr>
        <w:t>)</w:t>
      </w:r>
      <w:r w:rsidR="00950198" w:rsidRPr="007C69E3">
        <w:rPr>
          <w:rFonts w:ascii="Trebuchet MS" w:hAnsi="Trebuchet MS" w:cs="Arial"/>
          <w:sz w:val="20"/>
          <w:szCs w:val="20"/>
          <w:lang w:val="en-GB"/>
        </w:rPr>
        <w:t xml:space="preserve"> </w:t>
      </w:r>
      <w:r w:rsidR="00F73860">
        <w:rPr>
          <w:rFonts w:ascii="Trebuchet MS" w:hAnsi="Trebuchet MS" w:cs="Arial"/>
          <w:sz w:val="20"/>
          <w:szCs w:val="20"/>
          <w:lang w:val="en-GB"/>
        </w:rPr>
        <w:t>of Regulation (EU) 2021/1059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>;</w:t>
      </w:r>
      <w:r w:rsidR="00F73860">
        <w:rPr>
          <w:rStyle w:val="Funotenzeichen"/>
          <w:rFonts w:ascii="Trebuchet MS" w:hAnsi="Trebuchet MS" w:cs="Arial"/>
          <w:sz w:val="20"/>
          <w:szCs w:val="20"/>
          <w:lang w:val="en-GB"/>
        </w:rPr>
        <w:footnoteReference w:id="2"/>
      </w:r>
    </w:p>
    <w:p w14:paraId="6DA6740D" w14:textId="77777777" w:rsidR="00FB6513" w:rsidRDefault="00225E6F" w:rsidP="00F73860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7C69E3">
        <w:rPr>
          <w:rFonts w:ascii="Trebuchet MS" w:hAnsi="Trebuchet MS" w:cs="Arial"/>
          <w:sz w:val="20"/>
          <w:szCs w:val="20"/>
          <w:lang w:val="en-GB"/>
        </w:rPr>
        <w:t xml:space="preserve">It will </w:t>
      </w:r>
      <w:r w:rsidR="00F356C0" w:rsidRPr="007C69E3">
        <w:rPr>
          <w:rFonts w:ascii="Trebuchet MS" w:hAnsi="Trebuchet MS" w:cs="Arial"/>
          <w:sz w:val="20"/>
          <w:szCs w:val="20"/>
          <w:lang w:val="en-GB"/>
        </w:rPr>
        <w:t xml:space="preserve">bear the overall responsibility for the 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implementation of the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entire project, as required by point (b) of 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 xml:space="preserve">Article </w:t>
      </w:r>
      <w:r w:rsidR="00FB6513">
        <w:rPr>
          <w:rFonts w:ascii="Trebuchet MS" w:hAnsi="Trebuchet MS" w:cs="Arial"/>
          <w:sz w:val="20"/>
          <w:szCs w:val="20"/>
          <w:lang w:val="en-GB"/>
        </w:rPr>
        <w:t>26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>(</w:t>
      </w:r>
      <w:r w:rsidR="00FB6513">
        <w:rPr>
          <w:rFonts w:ascii="Trebuchet MS" w:hAnsi="Trebuchet MS" w:cs="Arial"/>
          <w:sz w:val="20"/>
          <w:szCs w:val="20"/>
          <w:lang w:val="en-GB"/>
        </w:rPr>
        <w:t>1</w:t>
      </w:r>
      <w:r w:rsidR="00FB6513" w:rsidRPr="007C69E3">
        <w:rPr>
          <w:rFonts w:ascii="Trebuchet MS" w:hAnsi="Trebuchet MS" w:cs="Arial"/>
          <w:sz w:val="20"/>
          <w:szCs w:val="20"/>
          <w:lang w:val="en-GB"/>
        </w:rPr>
        <w:t xml:space="preserve">) </w:t>
      </w:r>
      <w:r w:rsidR="00FB6513">
        <w:rPr>
          <w:rFonts w:ascii="Trebuchet MS" w:hAnsi="Trebuchet MS" w:cs="Arial"/>
          <w:sz w:val="20"/>
          <w:szCs w:val="20"/>
          <w:lang w:val="en-GB"/>
        </w:rPr>
        <w:t>of Regulation (EU) 2021/1059;</w:t>
      </w:r>
    </w:p>
    <w:p w14:paraId="2419499C" w14:textId="0CB9A89A" w:rsidR="00F356C0" w:rsidRPr="007C69E3" w:rsidRDefault="00FB6513" w:rsidP="00F73860">
      <w:pPr>
        <w:pStyle w:val="Listenabsatz"/>
        <w:numPr>
          <w:ilvl w:val="0"/>
          <w:numId w:val="22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I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t shall repay to the managing authority </w:t>
      </w:r>
      <w:r w:rsidR="00F73860" w:rsidRPr="00F73860">
        <w:rPr>
          <w:rFonts w:ascii="Trebuchet MS" w:hAnsi="Trebuchet MS" w:cs="Arial"/>
          <w:sz w:val="20"/>
          <w:szCs w:val="20"/>
          <w:lang w:val="en-GB"/>
        </w:rPr>
        <w:t xml:space="preserve">any amount </w:t>
      </w:r>
      <w:r w:rsidR="00F73860">
        <w:rPr>
          <w:rFonts w:ascii="Trebuchet MS" w:hAnsi="Trebuchet MS" w:cs="Arial"/>
          <w:sz w:val="20"/>
          <w:szCs w:val="20"/>
          <w:lang w:val="en-GB"/>
        </w:rPr>
        <w:t xml:space="preserve">unduly </w:t>
      </w:r>
      <w:r w:rsidR="00F73860" w:rsidRPr="00F73860">
        <w:rPr>
          <w:rFonts w:ascii="Trebuchet MS" w:hAnsi="Trebuchet MS" w:cs="Arial"/>
          <w:sz w:val="20"/>
          <w:szCs w:val="20"/>
          <w:lang w:val="en-GB"/>
        </w:rPr>
        <w:t>paid</w:t>
      </w:r>
      <w:r>
        <w:rPr>
          <w:rFonts w:ascii="Trebuchet MS" w:hAnsi="Trebuchet MS" w:cs="Arial"/>
          <w:sz w:val="20"/>
          <w:szCs w:val="20"/>
          <w:lang w:val="en-GB"/>
        </w:rPr>
        <w:t>, in compliance with Article 52(1) of Regulation (EU) 2021/1059</w:t>
      </w:r>
      <w:r w:rsidR="00F73860">
        <w:rPr>
          <w:rFonts w:ascii="Trebuchet MS" w:hAnsi="Trebuchet MS" w:cs="Arial"/>
          <w:sz w:val="20"/>
          <w:szCs w:val="20"/>
          <w:lang w:val="en-GB"/>
        </w:rPr>
        <w:t>.</w:t>
      </w:r>
    </w:p>
    <w:p w14:paraId="70AE0E3A" w14:textId="3ECC480F" w:rsidR="00164D4B" w:rsidRPr="006564F9" w:rsidRDefault="00164D4B" w:rsidP="00164D4B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>In case my organisation holds the private legal status, I acknowledge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 that the project proposal will be rejected when not passing the </w:t>
      </w:r>
      <w:r w:rsidR="00F91D08">
        <w:rPr>
          <w:rFonts w:ascii="Trebuchet MS" w:hAnsi="Trebuchet MS" w:cs="Arial"/>
          <w:sz w:val="20"/>
          <w:szCs w:val="20"/>
          <w:lang w:val="en-GB"/>
        </w:rPr>
        <w:t xml:space="preserve">check of the 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financial capacity </w:t>
      </w:r>
      <w:r w:rsidR="00FB6513">
        <w:rPr>
          <w:rFonts w:ascii="Trebuchet MS" w:hAnsi="Trebuchet MS" w:cs="Arial"/>
          <w:sz w:val="20"/>
          <w:szCs w:val="20"/>
          <w:lang w:val="en-GB"/>
        </w:rPr>
        <w:t xml:space="preserve">of private lead applicants, 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in compliance with </w:t>
      </w:r>
      <w:r w:rsidR="00FB6513" w:rsidRPr="00EA3C71">
        <w:rPr>
          <w:rFonts w:ascii="Trebuchet MS" w:hAnsi="Trebuchet MS" w:cs="Arial"/>
          <w:sz w:val="20"/>
          <w:szCs w:val="20"/>
          <w:lang w:val="en-GB"/>
        </w:rPr>
        <w:t xml:space="preserve">chapter </w:t>
      </w:r>
      <w:r w:rsidR="007558E9" w:rsidRPr="00EA3C71">
        <w:rPr>
          <w:rFonts w:ascii="Trebuchet MS" w:hAnsi="Trebuchet MS" w:cs="Arial"/>
          <w:sz w:val="20"/>
          <w:szCs w:val="20"/>
          <w:lang w:val="en-GB"/>
        </w:rPr>
        <w:t>II.4.2</w:t>
      </w:r>
      <w:r w:rsidRPr="00EA3C71">
        <w:rPr>
          <w:rFonts w:ascii="Trebuchet MS" w:hAnsi="Trebuchet MS" w:cs="Arial"/>
          <w:sz w:val="20"/>
          <w:szCs w:val="20"/>
          <w:lang w:val="en-GB"/>
        </w:rPr>
        <w:t xml:space="preserve"> of</w:t>
      </w:r>
      <w:r w:rsidRPr="006564F9">
        <w:rPr>
          <w:rFonts w:ascii="Trebuchet MS" w:hAnsi="Trebuchet MS" w:cs="Arial"/>
          <w:sz w:val="20"/>
          <w:szCs w:val="20"/>
          <w:lang w:val="en-GB"/>
        </w:rPr>
        <w:t xml:space="preserve"> the </w:t>
      </w:r>
      <w:r>
        <w:rPr>
          <w:rFonts w:ascii="Trebuchet MS" w:hAnsi="Trebuchet MS" w:cs="Arial"/>
          <w:sz w:val="20"/>
          <w:szCs w:val="20"/>
          <w:lang w:val="en-GB"/>
        </w:rPr>
        <w:t xml:space="preserve">programme </w:t>
      </w:r>
      <w:r w:rsidRPr="006564F9">
        <w:rPr>
          <w:rFonts w:ascii="Trebuchet MS" w:hAnsi="Trebuchet MS" w:cs="Arial"/>
          <w:sz w:val="20"/>
          <w:szCs w:val="20"/>
          <w:lang w:val="en-GB"/>
        </w:rPr>
        <w:t>ma</w:t>
      </w:r>
      <w:r>
        <w:rPr>
          <w:rFonts w:ascii="Trebuchet MS" w:hAnsi="Trebuchet MS" w:cs="Arial"/>
          <w:sz w:val="20"/>
          <w:szCs w:val="20"/>
          <w:lang w:val="en-GB"/>
        </w:rPr>
        <w:t>nual.</w:t>
      </w:r>
    </w:p>
    <w:p w14:paraId="0B6750EB" w14:textId="103F2F13" w:rsidR="00863D8C" w:rsidRDefault="0019781C" w:rsidP="00863D8C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>
        <w:rPr>
          <w:rFonts w:ascii="Trebuchet MS" w:hAnsi="Trebuchet MS" w:cs="Arial"/>
          <w:sz w:val="20"/>
          <w:szCs w:val="20"/>
          <w:lang w:val="en-GB"/>
        </w:rPr>
        <w:t xml:space="preserve">In </w:t>
      </w:r>
      <w:r w:rsidR="00EA3C71">
        <w:rPr>
          <w:rFonts w:ascii="Trebuchet MS" w:hAnsi="Trebuchet MS" w:cs="Arial"/>
          <w:sz w:val="20"/>
          <w:szCs w:val="20"/>
          <w:lang w:val="en-GB"/>
        </w:rPr>
        <w:t xml:space="preserve">case </w:t>
      </w:r>
      <w:r>
        <w:rPr>
          <w:rFonts w:ascii="Trebuchet MS" w:hAnsi="Trebuchet MS" w:cs="Arial"/>
          <w:sz w:val="20"/>
          <w:szCs w:val="20"/>
          <w:lang w:val="en-GB"/>
        </w:rPr>
        <w:t xml:space="preserve">that, after the </w:t>
      </w:r>
      <w:r w:rsidR="00863D8C">
        <w:rPr>
          <w:rFonts w:ascii="Trebuchet MS" w:hAnsi="Trebuchet MS" w:cs="Arial"/>
          <w:sz w:val="20"/>
          <w:szCs w:val="20"/>
          <w:lang w:val="en-GB"/>
        </w:rPr>
        <w:t>date of signing this declaration</w:t>
      </w:r>
      <w:r>
        <w:rPr>
          <w:rFonts w:ascii="Trebuchet MS" w:hAnsi="Trebuchet MS" w:cs="Arial"/>
          <w:sz w:val="20"/>
          <w:szCs w:val="20"/>
          <w:lang w:val="en-GB"/>
        </w:rPr>
        <w:t xml:space="preserve">, my organisation is no longer in the position to fulfil </w:t>
      </w:r>
      <w:r w:rsidR="00164D4B">
        <w:rPr>
          <w:rFonts w:ascii="Trebuchet MS" w:hAnsi="Trebuchet MS" w:cs="Arial"/>
          <w:sz w:val="20"/>
          <w:szCs w:val="20"/>
          <w:lang w:val="en-GB"/>
        </w:rPr>
        <w:t xml:space="preserve">any of the </w:t>
      </w:r>
      <w:r>
        <w:rPr>
          <w:rFonts w:ascii="Trebuchet MS" w:hAnsi="Trebuchet MS" w:cs="Arial"/>
          <w:sz w:val="20"/>
          <w:szCs w:val="20"/>
          <w:lang w:val="en-GB"/>
        </w:rPr>
        <w:t xml:space="preserve">requirements listed above, it will inform the Interreg CENTRAL EUROPE managing </w:t>
      </w:r>
      <w:r w:rsidR="00164D4B">
        <w:rPr>
          <w:rFonts w:ascii="Trebuchet MS" w:hAnsi="Trebuchet MS" w:cs="Arial"/>
          <w:sz w:val="20"/>
          <w:szCs w:val="20"/>
          <w:lang w:val="en-GB"/>
        </w:rPr>
        <w:t>a</w:t>
      </w:r>
      <w:r>
        <w:rPr>
          <w:rFonts w:ascii="Trebuchet MS" w:hAnsi="Trebuchet MS" w:cs="Arial"/>
          <w:sz w:val="20"/>
          <w:szCs w:val="20"/>
          <w:lang w:val="en-GB"/>
        </w:rPr>
        <w:t>uthority without delay.</w:t>
      </w:r>
    </w:p>
    <w:p w14:paraId="2204E144" w14:textId="23C65994" w:rsidR="00863D8C" w:rsidRPr="00863D8C" w:rsidRDefault="00863D8C" w:rsidP="00863D8C">
      <w:pPr>
        <w:pStyle w:val="Listenabsatz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863D8C">
        <w:rPr>
          <w:rFonts w:ascii="Trebuchet MS" w:hAnsi="Trebuchet MS" w:cs="Arial"/>
          <w:sz w:val="20"/>
          <w:szCs w:val="20"/>
          <w:lang w:val="en-GB"/>
        </w:rPr>
        <w:t>I acknowledge that untruthful/false declarations, in addition to the administrative sanctions and the request for refunding unduly received contribution charged with the interests, can also be prosecuted by the penal code.</w:t>
      </w:r>
    </w:p>
    <w:p w14:paraId="3042B496" w14:textId="77777777" w:rsidR="00863D8C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0A16B1E4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 xml:space="preserve">Place/date: </w:t>
      </w:r>
      <w:permStart w:id="1983583839" w:edGrp="everyone"/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  <w:permEnd w:id="1983583839"/>
    </w:p>
    <w:p w14:paraId="23B331AD" w14:textId="77777777" w:rsidR="00863D8C" w:rsidRPr="000E1C17" w:rsidRDefault="00863D8C" w:rsidP="00863D8C">
      <w:pPr>
        <w:spacing w:before="12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2C857604" w14:textId="77777777" w:rsidR="00863D8C" w:rsidRPr="000E1C17" w:rsidRDefault="00863D8C" w:rsidP="00863D8C">
      <w:pPr>
        <w:spacing w:before="12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170D4BD3" w14:textId="63286085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Signature(s):</w:t>
      </w:r>
    </w:p>
    <w:p w14:paraId="702E8DBD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45008B43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_______________________________________________________</w:t>
      </w:r>
    </w:p>
    <w:p w14:paraId="40EB7011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23371724" w14:textId="77777777" w:rsidR="00863D8C" w:rsidRPr="000E1C17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szCs w:val="20"/>
          <w:lang w:val="en-GB"/>
        </w:rPr>
      </w:pPr>
    </w:p>
    <w:p w14:paraId="137F8730" w14:textId="77F0589C" w:rsidR="00863D8C" w:rsidRPr="000E1C17" w:rsidRDefault="00863D8C" w:rsidP="00863D8C">
      <w:pPr>
        <w:spacing w:before="60" w:after="0" w:line="240" w:lineRule="auto"/>
        <w:rPr>
          <w:rFonts w:ascii="Trebuchet MS" w:hAnsi="Trebuchet MS" w:cs="Arial"/>
          <w:sz w:val="20"/>
          <w:szCs w:val="20"/>
          <w:lang w:val="en-GB"/>
        </w:rPr>
      </w:pPr>
      <w:r w:rsidRPr="000E1C17">
        <w:rPr>
          <w:rFonts w:ascii="Trebuchet MS" w:hAnsi="Trebuchet MS" w:cs="Arial"/>
          <w:sz w:val="20"/>
          <w:szCs w:val="20"/>
          <w:lang w:val="en-GB"/>
        </w:rPr>
        <w:t>Name(s) and status of signatory(ies)</w:t>
      </w:r>
      <w:r w:rsidRPr="000E1C17">
        <w:rPr>
          <w:rFonts w:ascii="Trebuchet MS" w:hAnsi="Trebuchet MS" w:cs="Arial"/>
          <w:sz w:val="20"/>
          <w:szCs w:val="20"/>
          <w:lang w:val="en-GB"/>
        </w:rPr>
        <w:br/>
        <w:t xml:space="preserve">(Legal representative): </w:t>
      </w:r>
    </w:p>
    <w:p w14:paraId="1E71FE60" w14:textId="77777777" w:rsidR="00863D8C" w:rsidRPr="000E1C17" w:rsidRDefault="00863D8C" w:rsidP="00863D8C">
      <w:pPr>
        <w:spacing w:before="60" w:after="0" w:line="240" w:lineRule="auto"/>
        <w:rPr>
          <w:rFonts w:ascii="Trebuchet MS" w:hAnsi="Trebuchet MS" w:cs="Arial"/>
          <w:sz w:val="20"/>
          <w:szCs w:val="20"/>
          <w:lang w:val="en-GB"/>
        </w:rPr>
      </w:pPr>
      <w:bookmarkStart w:id="1" w:name="_GoBack"/>
      <w:bookmarkEnd w:id="1"/>
    </w:p>
    <w:permStart w:id="1872720656" w:edGrp="everyone"/>
    <w:p w14:paraId="16387CB9" w14:textId="77777777" w:rsidR="00863D8C" w:rsidRPr="004E2999" w:rsidRDefault="00863D8C" w:rsidP="00863D8C">
      <w:pPr>
        <w:spacing w:before="60" w:after="0" w:line="240" w:lineRule="auto"/>
        <w:jc w:val="both"/>
        <w:rPr>
          <w:rFonts w:ascii="Trebuchet MS" w:hAnsi="Trebuchet MS" w:cs="Arial"/>
          <w:sz w:val="20"/>
          <w:u w:val="single"/>
        </w:rPr>
      </w:pP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</w:p>
    <w:p w14:paraId="10158280" w14:textId="77777777" w:rsidR="00863D8C" w:rsidRPr="004E2999" w:rsidRDefault="00863D8C" w:rsidP="00863D8C">
      <w:pPr>
        <w:spacing w:before="240" w:after="0" w:line="240" w:lineRule="auto"/>
        <w:jc w:val="both"/>
        <w:rPr>
          <w:rFonts w:ascii="Trebuchet MS" w:hAnsi="Trebuchet MS" w:cs="Arial"/>
          <w:sz w:val="20"/>
          <w:u w:val="single"/>
        </w:rPr>
      </w:pP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</w:p>
    <w:p w14:paraId="243C324E" w14:textId="77777777" w:rsidR="00863D8C" w:rsidRPr="004E2999" w:rsidRDefault="00863D8C" w:rsidP="00863D8C">
      <w:pPr>
        <w:spacing w:before="240" w:after="0" w:line="240" w:lineRule="auto"/>
        <w:jc w:val="both"/>
        <w:rPr>
          <w:rFonts w:ascii="Trebuchet MS" w:hAnsi="Trebuchet MS" w:cs="Arial"/>
          <w:sz w:val="20"/>
          <w:u w:val="single"/>
        </w:rPr>
      </w:pP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instrText xml:space="preserve"> FORMTEXT </w:instrTex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separate"/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noProof/>
          <w:sz w:val="18"/>
          <w:szCs w:val="18"/>
          <w:u w:val="single"/>
          <w:lang w:val="en-US"/>
        </w:rPr>
        <w:t> </w:t>
      </w:r>
      <w:r w:rsidRPr="004E2999">
        <w:rPr>
          <w:rFonts w:ascii="Trebuchet MS" w:hAnsi="Trebuchet MS"/>
          <w:sz w:val="18"/>
          <w:szCs w:val="18"/>
          <w:u w:val="single"/>
          <w:lang w:val="en-US"/>
        </w:rPr>
        <w:fldChar w:fldCharType="end"/>
      </w:r>
      <w:permEnd w:id="1872720656"/>
    </w:p>
    <w:sectPr w:rsidR="00863D8C" w:rsidRPr="004E2999" w:rsidSect="00CE6093">
      <w:headerReference w:type="default" r:id="rId8"/>
      <w:footerReference w:type="default" r:id="rId9"/>
      <w:pgSz w:w="11906" w:h="16838"/>
      <w:pgMar w:top="1276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67C4B" w14:textId="77777777" w:rsidR="003B76DE" w:rsidRDefault="003B76DE" w:rsidP="00BB2A3C">
      <w:pPr>
        <w:spacing w:after="0" w:line="240" w:lineRule="auto"/>
      </w:pPr>
      <w:r>
        <w:separator/>
      </w:r>
    </w:p>
  </w:endnote>
  <w:endnote w:type="continuationSeparator" w:id="0">
    <w:p w14:paraId="18EF9AAC" w14:textId="77777777" w:rsidR="003B76DE" w:rsidRDefault="003B76DE" w:rsidP="00B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73854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B7D55C" w14:textId="26EE172F" w:rsidR="002E746A" w:rsidRDefault="002E746A">
        <w:pPr>
          <w:pStyle w:val="Fuzeil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E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91CD6D" w14:textId="77777777" w:rsidR="002E746A" w:rsidRDefault="002E74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9615E" w14:textId="77777777" w:rsidR="003B76DE" w:rsidRDefault="003B76DE" w:rsidP="00BB2A3C">
      <w:pPr>
        <w:spacing w:after="0" w:line="240" w:lineRule="auto"/>
      </w:pPr>
      <w:r>
        <w:separator/>
      </w:r>
    </w:p>
  </w:footnote>
  <w:footnote w:type="continuationSeparator" w:id="0">
    <w:p w14:paraId="076F8600" w14:textId="77777777" w:rsidR="003B76DE" w:rsidRDefault="003B76DE" w:rsidP="00BB2A3C">
      <w:pPr>
        <w:spacing w:after="0" w:line="240" w:lineRule="auto"/>
      </w:pPr>
      <w:r>
        <w:continuationSeparator/>
      </w:r>
    </w:p>
  </w:footnote>
  <w:footnote w:id="1">
    <w:p w14:paraId="0C5E76FD" w14:textId="00D3B3A3" w:rsidR="00DF1923" w:rsidRPr="00DF1923" w:rsidRDefault="00DF1923" w:rsidP="00DF1923">
      <w:pPr>
        <w:pStyle w:val="Funotentext"/>
        <w:rPr>
          <w:rFonts w:ascii="Trebuchet MS" w:hAnsi="Trebuchet MS"/>
          <w:sz w:val="18"/>
          <w:lang w:val="en-GB"/>
        </w:rPr>
      </w:pPr>
      <w:r w:rsidRPr="00DF1923">
        <w:rPr>
          <w:rStyle w:val="Funotenzeichen"/>
          <w:rFonts w:ascii="Trebuchet MS" w:hAnsi="Trebuchet MS"/>
          <w:sz w:val="18"/>
        </w:rPr>
        <w:footnoteRef/>
      </w:r>
      <w:r w:rsidRPr="00DF1923">
        <w:rPr>
          <w:rFonts w:ascii="Trebuchet MS" w:hAnsi="Trebuchet MS"/>
          <w:sz w:val="18"/>
          <w:lang w:val="en-GB"/>
        </w:rPr>
        <w:t xml:space="preserve"> The Interreg CENTRAL EUROPE Programme document, the programme manual and the standard model of subsidy contract are available at </w:t>
      </w:r>
      <w:r w:rsidR="00CD7DEB">
        <w:rPr>
          <w:rFonts w:ascii="Trebuchet MS" w:hAnsi="Trebuchet MS"/>
          <w:sz w:val="18"/>
          <w:lang w:val="en-GB"/>
        </w:rPr>
        <w:t xml:space="preserve">the </w:t>
      </w:r>
      <w:hyperlink r:id="rId1" w:anchor="Documents" w:history="1">
        <w:r w:rsidR="00CD7DEB" w:rsidRPr="00CD7DEB">
          <w:rPr>
            <w:rStyle w:val="Hyperlink"/>
            <w:rFonts w:ascii="Trebuchet MS" w:hAnsi="Trebuchet MS"/>
            <w:sz w:val="18"/>
            <w:lang w:val="en-GB"/>
          </w:rPr>
          <w:t>programme website</w:t>
        </w:r>
      </w:hyperlink>
      <w:r w:rsidRPr="00DF1923">
        <w:rPr>
          <w:rFonts w:ascii="Trebuchet MS" w:hAnsi="Trebuchet MS"/>
          <w:sz w:val="18"/>
          <w:lang w:val="en-GB"/>
        </w:rPr>
        <w:t>.</w:t>
      </w:r>
    </w:p>
  </w:footnote>
  <w:footnote w:id="2">
    <w:p w14:paraId="793EDB19" w14:textId="0A0CB981" w:rsidR="00F73860" w:rsidRPr="00F73860" w:rsidRDefault="00F73860">
      <w:pPr>
        <w:pStyle w:val="Funotentext"/>
        <w:rPr>
          <w:lang w:val="en-GB"/>
        </w:rPr>
      </w:pPr>
      <w:r>
        <w:rPr>
          <w:rStyle w:val="Funotenzeichen"/>
        </w:rPr>
        <w:footnoteRef/>
      </w:r>
      <w:r w:rsidRPr="00F73860">
        <w:rPr>
          <w:lang w:val="en-GB"/>
        </w:rPr>
        <w:t xml:space="preserve"> </w:t>
      </w:r>
      <w:r w:rsidRPr="00DF1923">
        <w:rPr>
          <w:rFonts w:ascii="Trebuchet MS" w:hAnsi="Trebuchet MS"/>
          <w:sz w:val="18"/>
          <w:lang w:val="en-GB"/>
        </w:rPr>
        <w:t xml:space="preserve">The standard model of </w:t>
      </w:r>
      <w:r>
        <w:rPr>
          <w:rFonts w:ascii="Trebuchet MS" w:hAnsi="Trebuchet MS"/>
          <w:sz w:val="18"/>
          <w:lang w:val="en-GB"/>
        </w:rPr>
        <w:t xml:space="preserve">partnership agreement is </w:t>
      </w:r>
      <w:r w:rsidRPr="00DF1923">
        <w:rPr>
          <w:rFonts w:ascii="Trebuchet MS" w:hAnsi="Trebuchet MS"/>
          <w:sz w:val="18"/>
          <w:lang w:val="en-GB"/>
        </w:rPr>
        <w:t xml:space="preserve">available at </w:t>
      </w:r>
      <w:r w:rsidR="00CD7DEB">
        <w:rPr>
          <w:rFonts w:ascii="Trebuchet MS" w:hAnsi="Trebuchet MS"/>
          <w:sz w:val="18"/>
          <w:lang w:val="en-GB"/>
        </w:rPr>
        <w:t xml:space="preserve">the </w:t>
      </w:r>
      <w:r w:rsidR="00E34EED">
        <w:fldChar w:fldCharType="begin"/>
      </w:r>
      <w:r w:rsidR="00E34EED" w:rsidRPr="00E34EED">
        <w:rPr>
          <w:lang w:val="en-GB"/>
        </w:rPr>
        <w:instrText xml:space="preserve"> HYPERLINK "https://www.interreg-central.eu/Content.Node/apply/newf</w:instrText>
      </w:r>
      <w:r w:rsidR="00E34EED" w:rsidRPr="00E34EED">
        <w:rPr>
          <w:lang w:val="en-GB"/>
        </w:rPr>
        <w:instrText xml:space="preserve">unding.html" \l "Documents" </w:instrText>
      </w:r>
      <w:r w:rsidR="00E34EED">
        <w:fldChar w:fldCharType="separate"/>
      </w:r>
      <w:r w:rsidR="00CD7DEB" w:rsidRPr="00CD7DEB">
        <w:rPr>
          <w:rStyle w:val="Hyperlink"/>
          <w:rFonts w:ascii="Trebuchet MS" w:hAnsi="Trebuchet MS"/>
          <w:sz w:val="18"/>
          <w:lang w:val="en-GB"/>
        </w:rPr>
        <w:t>programme website</w:t>
      </w:r>
      <w:r w:rsidR="00E34EED">
        <w:rPr>
          <w:rStyle w:val="Hyperlink"/>
          <w:rFonts w:ascii="Trebuchet MS" w:hAnsi="Trebuchet MS"/>
          <w:sz w:val="18"/>
          <w:lang w:val="en-GB"/>
        </w:rPr>
        <w:fldChar w:fldCharType="end"/>
      </w:r>
      <w:r>
        <w:rPr>
          <w:rFonts w:ascii="Trebuchet MS" w:hAnsi="Trebuchet MS"/>
          <w:sz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67057" w14:textId="2B8A48A6" w:rsidR="002E746A" w:rsidRPr="007375CD" w:rsidRDefault="008F66BF" w:rsidP="00CE6093">
    <w:pPr>
      <w:pStyle w:val="Kopfzeile"/>
      <w:tabs>
        <w:tab w:val="clear" w:pos="4536"/>
        <w:tab w:val="clear" w:pos="9072"/>
      </w:tabs>
      <w:ind w:left="3826"/>
      <w:rPr>
        <w:rFonts w:ascii="Trebuchet MS" w:hAnsi="Trebuchet MS"/>
        <w:b/>
        <w:sz w:val="24"/>
        <w:lang w:val="en-GB"/>
      </w:rPr>
    </w:pPr>
    <w:r>
      <w:rPr>
        <w:b/>
        <w:noProof/>
        <w:sz w:val="32"/>
        <w:lang w:eastAsia="de-AT"/>
      </w:rPr>
      <w:drawing>
        <wp:anchor distT="0" distB="0" distL="114300" distR="114300" simplePos="0" relativeHeight="251658240" behindDoc="0" locked="0" layoutInCell="1" allowOverlap="1" wp14:anchorId="6D1718BE" wp14:editId="593E16B4">
          <wp:simplePos x="0" y="0"/>
          <wp:positionH relativeFrom="column">
            <wp:posOffset>-635</wp:posOffset>
          </wp:positionH>
          <wp:positionV relativeFrom="paragraph">
            <wp:posOffset>-160020</wp:posOffset>
          </wp:positionV>
          <wp:extent cx="2145323" cy="476738"/>
          <wp:effectExtent l="0" t="0" r="7620" b="0"/>
          <wp:wrapNone/>
          <wp:docPr id="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elimirary versi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45323" cy="4767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46A" w:rsidRPr="007375CD">
      <w:rPr>
        <w:rFonts w:ascii="Trebuchet MS" w:hAnsi="Trebuchet MS"/>
        <w:b/>
        <w:sz w:val="24"/>
        <w:lang w:val="en-GB"/>
      </w:rPr>
      <w:t xml:space="preserve">Lead </w:t>
    </w:r>
    <w:r w:rsidR="007375CD" w:rsidRPr="007375CD">
      <w:rPr>
        <w:rFonts w:ascii="Trebuchet MS" w:hAnsi="Trebuchet MS"/>
        <w:b/>
        <w:sz w:val="24"/>
        <w:lang w:val="en-GB"/>
      </w:rPr>
      <w:t xml:space="preserve">partner </w:t>
    </w:r>
    <w:r w:rsidR="002E746A" w:rsidRPr="007375CD">
      <w:rPr>
        <w:rFonts w:ascii="Trebuchet MS" w:hAnsi="Trebuchet MS"/>
        <w:b/>
        <w:sz w:val="24"/>
        <w:lang w:val="en-GB"/>
      </w:rPr>
      <w:t xml:space="preserve">declaration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56989"/>
    <w:multiLevelType w:val="hybridMultilevel"/>
    <w:tmpl w:val="F26484B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23AB"/>
    <w:multiLevelType w:val="hybridMultilevel"/>
    <w:tmpl w:val="2DA21A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333E"/>
    <w:multiLevelType w:val="hybridMultilevel"/>
    <w:tmpl w:val="1DDE4302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2106F3"/>
    <w:multiLevelType w:val="hybridMultilevel"/>
    <w:tmpl w:val="B1522BA8"/>
    <w:lvl w:ilvl="0" w:tplc="25B612C2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25D"/>
    <w:multiLevelType w:val="hybridMultilevel"/>
    <w:tmpl w:val="005C2B20"/>
    <w:lvl w:ilvl="0" w:tplc="AB3A61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5244ABC"/>
    <w:multiLevelType w:val="hybridMultilevel"/>
    <w:tmpl w:val="8D36FB7A"/>
    <w:lvl w:ilvl="0" w:tplc="2800D95C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71F6E"/>
    <w:multiLevelType w:val="hybridMultilevel"/>
    <w:tmpl w:val="0C986D8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D519B1"/>
    <w:multiLevelType w:val="hybridMultilevel"/>
    <w:tmpl w:val="7EEC9198"/>
    <w:lvl w:ilvl="0" w:tplc="03787CC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A3B6D"/>
    <w:multiLevelType w:val="hybridMultilevel"/>
    <w:tmpl w:val="0B66B5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71A3B"/>
    <w:multiLevelType w:val="hybridMultilevel"/>
    <w:tmpl w:val="EBFE104A"/>
    <w:lvl w:ilvl="0" w:tplc="DCD46E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6A0A7C"/>
    <w:multiLevelType w:val="hybridMultilevel"/>
    <w:tmpl w:val="2A46306C"/>
    <w:lvl w:ilvl="0" w:tplc="16B69442">
      <w:start w:val="1"/>
      <w:numFmt w:val="bullet"/>
      <w:lvlText w:val="‒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FC783C"/>
    <w:multiLevelType w:val="hybridMultilevel"/>
    <w:tmpl w:val="A750597C"/>
    <w:lvl w:ilvl="0" w:tplc="4184E9C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05F6C"/>
    <w:multiLevelType w:val="hybridMultilevel"/>
    <w:tmpl w:val="F98E45DA"/>
    <w:lvl w:ilvl="0" w:tplc="B46403EA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23B42A2"/>
    <w:multiLevelType w:val="hybridMultilevel"/>
    <w:tmpl w:val="27C4F4BE"/>
    <w:lvl w:ilvl="0" w:tplc="DCD46E5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763495"/>
    <w:multiLevelType w:val="hybridMultilevel"/>
    <w:tmpl w:val="E32A4A6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A68E5"/>
    <w:multiLevelType w:val="hybridMultilevel"/>
    <w:tmpl w:val="935E0BB4"/>
    <w:lvl w:ilvl="0" w:tplc="A6D25D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7E6347"/>
    <w:multiLevelType w:val="hybridMultilevel"/>
    <w:tmpl w:val="5C0E1D0C"/>
    <w:lvl w:ilvl="0" w:tplc="FE8E5398"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="Aria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EB5997"/>
    <w:multiLevelType w:val="hybridMultilevel"/>
    <w:tmpl w:val="5C549EB8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00387"/>
    <w:multiLevelType w:val="hybridMultilevel"/>
    <w:tmpl w:val="E388960A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5256E7"/>
    <w:multiLevelType w:val="hybridMultilevel"/>
    <w:tmpl w:val="6E24F4F8"/>
    <w:lvl w:ilvl="0" w:tplc="262835C6">
      <w:start w:val="75"/>
      <w:numFmt w:val="bullet"/>
      <w:lvlText w:val="-"/>
      <w:lvlJc w:val="left"/>
      <w:pPr>
        <w:ind w:left="720" w:hanging="360"/>
      </w:pPr>
      <w:rPr>
        <w:rFonts w:ascii="Tahoma" w:eastAsia="Times New Roman" w:hAnsi="Tahoma" w:cs="Wingdings 2" w:hint="default"/>
        <w:sz w:val="1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84FCA"/>
    <w:multiLevelType w:val="hybridMultilevel"/>
    <w:tmpl w:val="68ACE84C"/>
    <w:lvl w:ilvl="0" w:tplc="63ECBD64">
      <w:start w:val="1"/>
      <w:numFmt w:val="bullet"/>
      <w:lvlText w:val="‒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B5FEA"/>
    <w:multiLevelType w:val="hybridMultilevel"/>
    <w:tmpl w:val="52B20868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2C7C33"/>
    <w:multiLevelType w:val="hybridMultilevel"/>
    <w:tmpl w:val="BDCCB93C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5A3884"/>
    <w:multiLevelType w:val="hybridMultilevel"/>
    <w:tmpl w:val="D8281EBA"/>
    <w:lvl w:ilvl="0" w:tplc="0C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7E1811"/>
    <w:multiLevelType w:val="hybridMultilevel"/>
    <w:tmpl w:val="68C4B9DE"/>
    <w:lvl w:ilvl="0" w:tplc="817ABA10">
      <w:start w:val="1"/>
      <w:numFmt w:val="lowerLetter"/>
      <w:lvlText w:val="(%1)"/>
      <w:lvlJc w:val="left"/>
      <w:pPr>
        <w:ind w:left="735" w:hanging="375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DD607F"/>
    <w:multiLevelType w:val="hybridMultilevel"/>
    <w:tmpl w:val="5D48E600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EF7089"/>
    <w:multiLevelType w:val="hybridMultilevel"/>
    <w:tmpl w:val="FFB675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A3526B"/>
    <w:multiLevelType w:val="hybridMultilevel"/>
    <w:tmpl w:val="A1B41E64"/>
    <w:lvl w:ilvl="0" w:tplc="8A9292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2"/>
  </w:num>
  <w:num w:numId="4">
    <w:abstractNumId w:val="3"/>
  </w:num>
  <w:num w:numId="5">
    <w:abstractNumId w:val="10"/>
  </w:num>
  <w:num w:numId="6">
    <w:abstractNumId w:val="11"/>
  </w:num>
  <w:num w:numId="7">
    <w:abstractNumId w:val="25"/>
  </w:num>
  <w:num w:numId="8">
    <w:abstractNumId w:val="24"/>
  </w:num>
  <w:num w:numId="9">
    <w:abstractNumId w:val="23"/>
  </w:num>
  <w:num w:numId="10">
    <w:abstractNumId w:val="6"/>
  </w:num>
  <w:num w:numId="11">
    <w:abstractNumId w:val="4"/>
  </w:num>
  <w:num w:numId="12">
    <w:abstractNumId w:val="18"/>
  </w:num>
  <w:num w:numId="13">
    <w:abstractNumId w:val="27"/>
  </w:num>
  <w:num w:numId="14">
    <w:abstractNumId w:val="0"/>
  </w:num>
  <w:num w:numId="15">
    <w:abstractNumId w:val="13"/>
  </w:num>
  <w:num w:numId="16">
    <w:abstractNumId w:val="2"/>
  </w:num>
  <w:num w:numId="17">
    <w:abstractNumId w:val="1"/>
  </w:num>
  <w:num w:numId="18">
    <w:abstractNumId w:val="29"/>
  </w:num>
  <w:num w:numId="19">
    <w:abstractNumId w:val="26"/>
  </w:num>
  <w:num w:numId="20">
    <w:abstractNumId w:val="17"/>
  </w:num>
  <w:num w:numId="21">
    <w:abstractNumId w:val="9"/>
  </w:num>
  <w:num w:numId="22">
    <w:abstractNumId w:val="16"/>
  </w:num>
  <w:num w:numId="23">
    <w:abstractNumId w:val="15"/>
  </w:num>
  <w:num w:numId="24">
    <w:abstractNumId w:val="8"/>
  </w:num>
  <w:num w:numId="25">
    <w:abstractNumId w:val="28"/>
  </w:num>
  <w:num w:numId="26">
    <w:abstractNumId w:val="19"/>
  </w:num>
  <w:num w:numId="27">
    <w:abstractNumId w:val="21"/>
  </w:num>
  <w:num w:numId="28">
    <w:abstractNumId w:val="12"/>
  </w:num>
  <w:num w:numId="29">
    <w:abstractNumId w:val="14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AT" w:vendorID="64" w:dllVersion="4096" w:nlCheck="1" w:checkStyle="0"/>
  <w:proofState w:spelling="clean"/>
  <w:documentProtection w:edit="readOnly" w:enforcement="1" w:cryptProviderType="rsaAES" w:cryptAlgorithmClass="hash" w:cryptAlgorithmType="typeAny" w:cryptAlgorithmSid="14" w:cryptSpinCount="100000" w:hash="XKFU2CINf98rgqDguHKLX/uWFGh8ZWQYYbAiaIqe+eVgXXNqlGtUO4ZZLtLk4H9zgkhIa7ye6BOqqKc1jzofgQ==" w:salt="+ucUfrK5BTKMn9oaXu80Yw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3C"/>
    <w:rsid w:val="00004681"/>
    <w:rsid w:val="00013F19"/>
    <w:rsid w:val="000149AE"/>
    <w:rsid w:val="00024681"/>
    <w:rsid w:val="00030BEE"/>
    <w:rsid w:val="00037DF8"/>
    <w:rsid w:val="00040B62"/>
    <w:rsid w:val="0004183D"/>
    <w:rsid w:val="00041A1A"/>
    <w:rsid w:val="00054EB8"/>
    <w:rsid w:val="00061CF2"/>
    <w:rsid w:val="00071858"/>
    <w:rsid w:val="000768CC"/>
    <w:rsid w:val="000859C1"/>
    <w:rsid w:val="0009239C"/>
    <w:rsid w:val="0009467B"/>
    <w:rsid w:val="000969FA"/>
    <w:rsid w:val="00097E4E"/>
    <w:rsid w:val="000B0EA3"/>
    <w:rsid w:val="000B2FCA"/>
    <w:rsid w:val="000C1EA4"/>
    <w:rsid w:val="000D0D80"/>
    <w:rsid w:val="000D1884"/>
    <w:rsid w:val="000E343A"/>
    <w:rsid w:val="000F04F2"/>
    <w:rsid w:val="000F6A68"/>
    <w:rsid w:val="000F7587"/>
    <w:rsid w:val="00115D6B"/>
    <w:rsid w:val="0011700B"/>
    <w:rsid w:val="001203CB"/>
    <w:rsid w:val="00135C91"/>
    <w:rsid w:val="00144F58"/>
    <w:rsid w:val="001456BD"/>
    <w:rsid w:val="0015322D"/>
    <w:rsid w:val="00156285"/>
    <w:rsid w:val="00162251"/>
    <w:rsid w:val="00162A95"/>
    <w:rsid w:val="00164D4B"/>
    <w:rsid w:val="001737E1"/>
    <w:rsid w:val="00173D0B"/>
    <w:rsid w:val="00183B4D"/>
    <w:rsid w:val="00183F71"/>
    <w:rsid w:val="0019781C"/>
    <w:rsid w:val="001A4A40"/>
    <w:rsid w:val="001A4FD5"/>
    <w:rsid w:val="001B0623"/>
    <w:rsid w:val="001B5556"/>
    <w:rsid w:val="001B7924"/>
    <w:rsid w:val="001D4492"/>
    <w:rsid w:val="001E06CF"/>
    <w:rsid w:val="001F1BB3"/>
    <w:rsid w:val="001F5ECC"/>
    <w:rsid w:val="0021140A"/>
    <w:rsid w:val="002140AD"/>
    <w:rsid w:val="002160AE"/>
    <w:rsid w:val="0022076A"/>
    <w:rsid w:val="00225E6F"/>
    <w:rsid w:val="00231A76"/>
    <w:rsid w:val="00233174"/>
    <w:rsid w:val="00235E77"/>
    <w:rsid w:val="00253805"/>
    <w:rsid w:val="00260BC8"/>
    <w:rsid w:val="00264728"/>
    <w:rsid w:val="00266C09"/>
    <w:rsid w:val="00270D71"/>
    <w:rsid w:val="002A5EE0"/>
    <w:rsid w:val="002D3B5E"/>
    <w:rsid w:val="002E0466"/>
    <w:rsid w:val="002E0545"/>
    <w:rsid w:val="002E08E0"/>
    <w:rsid w:val="002E253C"/>
    <w:rsid w:val="002E746A"/>
    <w:rsid w:val="002F0430"/>
    <w:rsid w:val="002F2DAF"/>
    <w:rsid w:val="002F52D2"/>
    <w:rsid w:val="003075CE"/>
    <w:rsid w:val="00315D7B"/>
    <w:rsid w:val="00326B77"/>
    <w:rsid w:val="00342A36"/>
    <w:rsid w:val="00342AAD"/>
    <w:rsid w:val="00344CAB"/>
    <w:rsid w:val="00361AFD"/>
    <w:rsid w:val="003636D1"/>
    <w:rsid w:val="00375566"/>
    <w:rsid w:val="00391A19"/>
    <w:rsid w:val="003A713F"/>
    <w:rsid w:val="003B1A50"/>
    <w:rsid w:val="003B76DE"/>
    <w:rsid w:val="003D5F51"/>
    <w:rsid w:val="003E2BD5"/>
    <w:rsid w:val="003F01E4"/>
    <w:rsid w:val="00420DB1"/>
    <w:rsid w:val="004260FB"/>
    <w:rsid w:val="0043273B"/>
    <w:rsid w:val="00441AB5"/>
    <w:rsid w:val="0045341A"/>
    <w:rsid w:val="0045667A"/>
    <w:rsid w:val="004656CD"/>
    <w:rsid w:val="004762BB"/>
    <w:rsid w:val="00480F73"/>
    <w:rsid w:val="0048123A"/>
    <w:rsid w:val="004A3A6F"/>
    <w:rsid w:val="004C62DB"/>
    <w:rsid w:val="004D53E9"/>
    <w:rsid w:val="00515126"/>
    <w:rsid w:val="00525BD9"/>
    <w:rsid w:val="00537EA6"/>
    <w:rsid w:val="00554331"/>
    <w:rsid w:val="00566857"/>
    <w:rsid w:val="00567608"/>
    <w:rsid w:val="005706E7"/>
    <w:rsid w:val="00570A39"/>
    <w:rsid w:val="00570DCD"/>
    <w:rsid w:val="00572E20"/>
    <w:rsid w:val="00573C24"/>
    <w:rsid w:val="00573FFE"/>
    <w:rsid w:val="00586B06"/>
    <w:rsid w:val="005B699E"/>
    <w:rsid w:val="005B7D8C"/>
    <w:rsid w:val="005C1535"/>
    <w:rsid w:val="005C19AE"/>
    <w:rsid w:val="005E044F"/>
    <w:rsid w:val="006013A0"/>
    <w:rsid w:val="00625D65"/>
    <w:rsid w:val="0062688C"/>
    <w:rsid w:val="006276D1"/>
    <w:rsid w:val="006300A2"/>
    <w:rsid w:val="0063333B"/>
    <w:rsid w:val="0063458D"/>
    <w:rsid w:val="00636EE1"/>
    <w:rsid w:val="00653659"/>
    <w:rsid w:val="0066003E"/>
    <w:rsid w:val="00666D97"/>
    <w:rsid w:val="006809A4"/>
    <w:rsid w:val="006A2A5F"/>
    <w:rsid w:val="006C4DC2"/>
    <w:rsid w:val="006C7577"/>
    <w:rsid w:val="006E364B"/>
    <w:rsid w:val="006E40C4"/>
    <w:rsid w:val="006E6ED7"/>
    <w:rsid w:val="006E7B8D"/>
    <w:rsid w:val="006F1FD2"/>
    <w:rsid w:val="006F22F9"/>
    <w:rsid w:val="006F4212"/>
    <w:rsid w:val="00701AF0"/>
    <w:rsid w:val="00713F80"/>
    <w:rsid w:val="00715843"/>
    <w:rsid w:val="00721959"/>
    <w:rsid w:val="00727A51"/>
    <w:rsid w:val="007375CD"/>
    <w:rsid w:val="007476AB"/>
    <w:rsid w:val="00747E5C"/>
    <w:rsid w:val="007558E9"/>
    <w:rsid w:val="007676A7"/>
    <w:rsid w:val="00767C17"/>
    <w:rsid w:val="007757B4"/>
    <w:rsid w:val="007807B8"/>
    <w:rsid w:val="00784E7D"/>
    <w:rsid w:val="00791C93"/>
    <w:rsid w:val="007924AC"/>
    <w:rsid w:val="00793AEE"/>
    <w:rsid w:val="007A080C"/>
    <w:rsid w:val="007B0386"/>
    <w:rsid w:val="007C44FB"/>
    <w:rsid w:val="007C69E3"/>
    <w:rsid w:val="007D20F3"/>
    <w:rsid w:val="007E71A4"/>
    <w:rsid w:val="007E76EF"/>
    <w:rsid w:val="007F092B"/>
    <w:rsid w:val="007F428F"/>
    <w:rsid w:val="007F496E"/>
    <w:rsid w:val="007F6D6F"/>
    <w:rsid w:val="008019D6"/>
    <w:rsid w:val="0080467C"/>
    <w:rsid w:val="00806CDB"/>
    <w:rsid w:val="00810CC2"/>
    <w:rsid w:val="008301CF"/>
    <w:rsid w:val="00832122"/>
    <w:rsid w:val="00836FEA"/>
    <w:rsid w:val="008550B1"/>
    <w:rsid w:val="008552F7"/>
    <w:rsid w:val="00863713"/>
    <w:rsid w:val="00863D8C"/>
    <w:rsid w:val="00872EBD"/>
    <w:rsid w:val="008731A7"/>
    <w:rsid w:val="0087384F"/>
    <w:rsid w:val="00876375"/>
    <w:rsid w:val="008A2055"/>
    <w:rsid w:val="008C32EF"/>
    <w:rsid w:val="008D2FD3"/>
    <w:rsid w:val="008E3A87"/>
    <w:rsid w:val="008F66BF"/>
    <w:rsid w:val="008F7677"/>
    <w:rsid w:val="00904FD9"/>
    <w:rsid w:val="00945DB4"/>
    <w:rsid w:val="00950198"/>
    <w:rsid w:val="00957359"/>
    <w:rsid w:val="00974394"/>
    <w:rsid w:val="00982574"/>
    <w:rsid w:val="009A03B9"/>
    <w:rsid w:val="009A61D1"/>
    <w:rsid w:val="009B0F80"/>
    <w:rsid w:val="009B6A69"/>
    <w:rsid w:val="009E704B"/>
    <w:rsid w:val="009F2097"/>
    <w:rsid w:val="00A15314"/>
    <w:rsid w:val="00A16BC2"/>
    <w:rsid w:val="00A4077E"/>
    <w:rsid w:val="00A50AF6"/>
    <w:rsid w:val="00A526DE"/>
    <w:rsid w:val="00A84ADB"/>
    <w:rsid w:val="00A86F6A"/>
    <w:rsid w:val="00A957D3"/>
    <w:rsid w:val="00A96344"/>
    <w:rsid w:val="00A97192"/>
    <w:rsid w:val="00A97745"/>
    <w:rsid w:val="00AB33C1"/>
    <w:rsid w:val="00AC7C19"/>
    <w:rsid w:val="00AE2D23"/>
    <w:rsid w:val="00AE6AD7"/>
    <w:rsid w:val="00AE6C83"/>
    <w:rsid w:val="00AF2D75"/>
    <w:rsid w:val="00B24A96"/>
    <w:rsid w:val="00B32E5E"/>
    <w:rsid w:val="00B45C92"/>
    <w:rsid w:val="00B50E07"/>
    <w:rsid w:val="00B5676F"/>
    <w:rsid w:val="00B657A0"/>
    <w:rsid w:val="00B6716D"/>
    <w:rsid w:val="00B715DA"/>
    <w:rsid w:val="00B75961"/>
    <w:rsid w:val="00B87203"/>
    <w:rsid w:val="00B923E7"/>
    <w:rsid w:val="00B95496"/>
    <w:rsid w:val="00BA001F"/>
    <w:rsid w:val="00BA7CF5"/>
    <w:rsid w:val="00BB2A3C"/>
    <w:rsid w:val="00BC6F66"/>
    <w:rsid w:val="00BE486C"/>
    <w:rsid w:val="00BF02A4"/>
    <w:rsid w:val="00C00E13"/>
    <w:rsid w:val="00C26744"/>
    <w:rsid w:val="00C326B7"/>
    <w:rsid w:val="00C32CB8"/>
    <w:rsid w:val="00C371E2"/>
    <w:rsid w:val="00C404CE"/>
    <w:rsid w:val="00C702B2"/>
    <w:rsid w:val="00C82525"/>
    <w:rsid w:val="00CC26C9"/>
    <w:rsid w:val="00CD7DEB"/>
    <w:rsid w:val="00CE6093"/>
    <w:rsid w:val="00CE6407"/>
    <w:rsid w:val="00CE70D2"/>
    <w:rsid w:val="00CF195F"/>
    <w:rsid w:val="00CF7EB7"/>
    <w:rsid w:val="00D027A2"/>
    <w:rsid w:val="00D06CB6"/>
    <w:rsid w:val="00D10284"/>
    <w:rsid w:val="00D20C8F"/>
    <w:rsid w:val="00D42993"/>
    <w:rsid w:val="00D44B73"/>
    <w:rsid w:val="00D45859"/>
    <w:rsid w:val="00D45D7B"/>
    <w:rsid w:val="00D53BCC"/>
    <w:rsid w:val="00D56C4C"/>
    <w:rsid w:val="00D71F13"/>
    <w:rsid w:val="00D80D79"/>
    <w:rsid w:val="00D86B01"/>
    <w:rsid w:val="00D941E4"/>
    <w:rsid w:val="00D95456"/>
    <w:rsid w:val="00DA399B"/>
    <w:rsid w:val="00DA4043"/>
    <w:rsid w:val="00DA51DF"/>
    <w:rsid w:val="00DB64EE"/>
    <w:rsid w:val="00DC5093"/>
    <w:rsid w:val="00DD4F8D"/>
    <w:rsid w:val="00DF1923"/>
    <w:rsid w:val="00E06A5F"/>
    <w:rsid w:val="00E07722"/>
    <w:rsid w:val="00E34EED"/>
    <w:rsid w:val="00E43878"/>
    <w:rsid w:val="00E5251C"/>
    <w:rsid w:val="00E544B6"/>
    <w:rsid w:val="00E611E7"/>
    <w:rsid w:val="00E6648D"/>
    <w:rsid w:val="00E6704C"/>
    <w:rsid w:val="00E7509E"/>
    <w:rsid w:val="00E750AD"/>
    <w:rsid w:val="00E84204"/>
    <w:rsid w:val="00EA3C71"/>
    <w:rsid w:val="00EA51DF"/>
    <w:rsid w:val="00EB56E8"/>
    <w:rsid w:val="00EC2BE0"/>
    <w:rsid w:val="00F02639"/>
    <w:rsid w:val="00F137A9"/>
    <w:rsid w:val="00F20C03"/>
    <w:rsid w:val="00F217B2"/>
    <w:rsid w:val="00F24C83"/>
    <w:rsid w:val="00F3260C"/>
    <w:rsid w:val="00F344BD"/>
    <w:rsid w:val="00F356C0"/>
    <w:rsid w:val="00F36D1A"/>
    <w:rsid w:val="00F54B8E"/>
    <w:rsid w:val="00F60E75"/>
    <w:rsid w:val="00F6368E"/>
    <w:rsid w:val="00F73860"/>
    <w:rsid w:val="00F74AB2"/>
    <w:rsid w:val="00F77CF1"/>
    <w:rsid w:val="00F832E1"/>
    <w:rsid w:val="00F91D08"/>
    <w:rsid w:val="00FA3559"/>
    <w:rsid w:val="00FB6513"/>
    <w:rsid w:val="00FC0010"/>
    <w:rsid w:val="00FC53A8"/>
    <w:rsid w:val="00FC722B"/>
    <w:rsid w:val="00FD1584"/>
    <w:rsid w:val="00FE5674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2C42DE6"/>
  <w15:docId w15:val="{1A90C30C-FA4F-4DDF-BD83-F235F3A55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86B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2A3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BB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B2A3C"/>
  </w:style>
  <w:style w:type="paragraph" w:styleId="Fuzeile">
    <w:name w:val="footer"/>
    <w:basedOn w:val="Standard"/>
    <w:link w:val="FuzeileZchn"/>
    <w:uiPriority w:val="99"/>
    <w:unhideWhenUsed/>
    <w:rsid w:val="00BB2A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B2A3C"/>
  </w:style>
  <w:style w:type="paragraph" w:customStyle="1" w:styleId="HeaderEven">
    <w:name w:val="Header Even"/>
    <w:basedOn w:val="KeinLeerraum"/>
    <w:qFormat/>
    <w:rsid w:val="00BB2A3C"/>
    <w:pPr>
      <w:pBdr>
        <w:bottom w:val="single" w:sz="4" w:space="1" w:color="4F81BD" w:themeColor="accent1"/>
      </w:pBdr>
    </w:pPr>
    <w:rPr>
      <w:rFonts w:eastAsiaTheme="minorEastAsia"/>
      <w:b/>
      <w:bCs/>
      <w:color w:val="1F497D" w:themeColor="text2"/>
      <w:sz w:val="20"/>
      <w:szCs w:val="23"/>
      <w:lang w:val="de-DE" w:eastAsia="ja-JP"/>
    </w:rPr>
  </w:style>
  <w:style w:type="paragraph" w:styleId="KeinLeerraum">
    <w:name w:val="No Spacing"/>
    <w:uiPriority w:val="1"/>
    <w:qFormat/>
    <w:rsid w:val="00BB2A3C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6A2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Raster3-Akzent1">
    <w:name w:val="Medium Grid 3 Accent 1"/>
    <w:basedOn w:val="NormaleTabelle"/>
    <w:uiPriority w:val="69"/>
    <w:rsid w:val="006A2A5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ervorhebung">
    <w:name w:val="Emphasis"/>
    <w:basedOn w:val="Absatz-Standardschriftart"/>
    <w:uiPriority w:val="20"/>
    <w:qFormat/>
    <w:rsid w:val="00BA001F"/>
    <w:rPr>
      <w:i/>
      <w:iCs/>
    </w:rPr>
  </w:style>
  <w:style w:type="paragraph" w:customStyle="1" w:styleId="Tabelle2">
    <w:name w:val="Tabelle2"/>
    <w:basedOn w:val="Standard"/>
    <w:qFormat/>
    <w:rsid w:val="002E0466"/>
    <w:pPr>
      <w:spacing w:before="60" w:after="60" w:line="240" w:lineRule="auto"/>
    </w:pPr>
    <w:rPr>
      <w:rFonts w:ascii="Arial" w:eastAsiaTheme="minorEastAsia" w:hAnsi="Arial" w:cs="Arial"/>
      <w:sz w:val="20"/>
      <w:szCs w:val="20"/>
      <w:lang w:val="en-GB" w:eastAsia="de-AT"/>
    </w:rPr>
  </w:style>
  <w:style w:type="paragraph" w:styleId="Funotentext">
    <w:name w:val="footnote text"/>
    <w:aliases w:val="Footnote, Char1 Char,Footnote Char1,Char1 Char,ESPON Footnote Text"/>
    <w:basedOn w:val="Standard"/>
    <w:link w:val="FunotentextZchn"/>
    <w:uiPriority w:val="99"/>
    <w:semiHidden/>
    <w:unhideWhenUsed/>
    <w:rsid w:val="005E044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aliases w:val="Footnote Zchn, Char1 Char Zchn,Footnote Char1 Zchn,Char1 Char Zchn,ESPON Footnote Text Zchn"/>
    <w:basedOn w:val="Absatz-Standardschriftart"/>
    <w:link w:val="Funotentext"/>
    <w:uiPriority w:val="99"/>
    <w:semiHidden/>
    <w:rsid w:val="005E044F"/>
    <w:rPr>
      <w:sz w:val="20"/>
      <w:szCs w:val="20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5E044F"/>
    <w:rPr>
      <w:vertAlign w:val="superscript"/>
    </w:rPr>
  </w:style>
  <w:style w:type="table" w:styleId="HelleListe">
    <w:name w:val="Light List"/>
    <w:basedOn w:val="NormaleTabelle"/>
    <w:uiPriority w:val="61"/>
    <w:rsid w:val="0021140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ittlereListe2">
    <w:name w:val="Medium List 2"/>
    <w:basedOn w:val="NormaleTabelle"/>
    <w:uiPriority w:val="66"/>
    <w:rsid w:val="0021140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FarbigeListe">
    <w:name w:val="Colorful List"/>
    <w:basedOn w:val="NormaleTabelle"/>
    <w:uiPriority w:val="72"/>
    <w:rsid w:val="0021140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HelleListe-Akzent1">
    <w:name w:val="Light List Accent 1"/>
    <w:basedOn w:val="NormaleTabelle"/>
    <w:uiPriority w:val="61"/>
    <w:rsid w:val="006F1FD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6F1FD2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E7509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70A3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0A3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0A3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0A3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0A39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6809A4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586B06"/>
    <w:rPr>
      <w:color w:val="0000FF" w:themeColor="hyperlink"/>
      <w:u w:val="single"/>
    </w:rPr>
  </w:style>
  <w:style w:type="paragraph" w:customStyle="1" w:styleId="CM1">
    <w:name w:val="CM1"/>
    <w:basedOn w:val="Standard"/>
    <w:next w:val="Standard"/>
    <w:uiPriority w:val="99"/>
    <w:rsid w:val="00391A19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D7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nterreg-central.eu/Content.Node/apply/newfunding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8C0EC-E2F4-4846-928E-6D795B261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817</Words>
  <Characters>5150</Characters>
  <Application>Microsoft Office Word</Application>
  <DocSecurity>8</DocSecurity>
  <Lines>42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Lead applicant declaration – step 1</vt:lpstr>
      <vt:lpstr>Lead applicant declaration – step 1</vt:lpstr>
      <vt:lpstr>Lead applicant declaration – step 1</vt:lpstr>
    </vt:vector>
  </TitlesOfParts>
  <Company>Magistrat Wien</Company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Lead applicant declaration – step 1</dc:title>
  <dc:creator>Schönerklee-Grasser Monika</dc:creator>
  <cp:lastModifiedBy>Sole Amund</cp:lastModifiedBy>
  <cp:revision>8</cp:revision>
  <dcterms:created xsi:type="dcterms:W3CDTF">2021-11-11T13:25:00Z</dcterms:created>
  <dcterms:modified xsi:type="dcterms:W3CDTF">2021-11-12T12:36:00Z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